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8B0441" w14:textId="77777777" w:rsidR="006E5D65" w:rsidRPr="00A9460A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A9460A">
        <w:rPr>
          <w:rFonts w:ascii="Corbel" w:hAnsi="Corbel"/>
          <w:b/>
          <w:bCs/>
        </w:rPr>
        <w:t xml:space="preserve">   </w:t>
      </w:r>
      <w:r w:rsidR="00CD6897" w:rsidRPr="00A9460A">
        <w:rPr>
          <w:rFonts w:ascii="Corbel" w:hAnsi="Corbel"/>
          <w:b/>
          <w:bCs/>
        </w:rPr>
        <w:tab/>
      </w:r>
      <w:r w:rsidR="00CD6897" w:rsidRPr="00A9460A">
        <w:rPr>
          <w:rFonts w:ascii="Corbel" w:hAnsi="Corbel"/>
          <w:b/>
          <w:bCs/>
        </w:rPr>
        <w:tab/>
      </w:r>
      <w:r w:rsidR="00CD6897" w:rsidRPr="00A9460A">
        <w:rPr>
          <w:rFonts w:ascii="Corbel" w:hAnsi="Corbel"/>
          <w:b/>
          <w:bCs/>
        </w:rPr>
        <w:tab/>
      </w:r>
      <w:r w:rsidR="00CD6897" w:rsidRPr="00A9460A">
        <w:rPr>
          <w:rFonts w:ascii="Corbel" w:hAnsi="Corbel"/>
          <w:b/>
          <w:bCs/>
        </w:rPr>
        <w:tab/>
      </w:r>
      <w:r w:rsidR="00CD6897" w:rsidRPr="00A9460A">
        <w:rPr>
          <w:rFonts w:ascii="Corbel" w:hAnsi="Corbel"/>
          <w:b/>
          <w:bCs/>
        </w:rPr>
        <w:tab/>
      </w:r>
      <w:r w:rsidR="00CD6897" w:rsidRPr="00A9460A">
        <w:rPr>
          <w:rFonts w:ascii="Corbel" w:hAnsi="Corbel"/>
          <w:b/>
          <w:bCs/>
        </w:rPr>
        <w:tab/>
      </w:r>
      <w:r w:rsidR="00D8678B" w:rsidRPr="00A9460A">
        <w:rPr>
          <w:rFonts w:ascii="Corbel" w:hAnsi="Corbel"/>
          <w:bCs/>
          <w:i/>
        </w:rPr>
        <w:t xml:space="preserve">Załącznik nr </w:t>
      </w:r>
      <w:r w:rsidR="006F31E2" w:rsidRPr="00A9460A">
        <w:rPr>
          <w:rFonts w:ascii="Corbel" w:hAnsi="Corbel"/>
          <w:bCs/>
          <w:i/>
        </w:rPr>
        <w:t>1.5</w:t>
      </w:r>
      <w:r w:rsidR="00D8678B" w:rsidRPr="00A9460A">
        <w:rPr>
          <w:rFonts w:ascii="Corbel" w:hAnsi="Corbel"/>
          <w:bCs/>
          <w:i/>
        </w:rPr>
        <w:t xml:space="preserve"> do Zarządzenia</w:t>
      </w:r>
      <w:r w:rsidR="002A22BF" w:rsidRPr="00A9460A">
        <w:rPr>
          <w:rFonts w:ascii="Corbel" w:hAnsi="Corbel"/>
          <w:bCs/>
          <w:i/>
        </w:rPr>
        <w:t xml:space="preserve"> Rektora UR </w:t>
      </w:r>
      <w:r w:rsidR="00CD6897" w:rsidRPr="00A9460A">
        <w:rPr>
          <w:rFonts w:ascii="Corbel" w:hAnsi="Corbel"/>
          <w:bCs/>
          <w:i/>
        </w:rPr>
        <w:t xml:space="preserve"> nr </w:t>
      </w:r>
      <w:r w:rsidR="00F17567" w:rsidRPr="00A9460A">
        <w:rPr>
          <w:rFonts w:ascii="Corbel" w:hAnsi="Corbel"/>
          <w:bCs/>
          <w:i/>
        </w:rPr>
        <w:t>12/2019</w:t>
      </w:r>
    </w:p>
    <w:p w14:paraId="3A2F200F" w14:textId="77777777" w:rsidR="0085747A" w:rsidRPr="00A9460A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A9460A">
        <w:rPr>
          <w:rFonts w:ascii="Corbel" w:hAnsi="Corbel"/>
          <w:b/>
          <w:smallCaps/>
          <w:sz w:val="24"/>
          <w:szCs w:val="24"/>
        </w:rPr>
        <w:t>SYLABUS</w:t>
      </w:r>
    </w:p>
    <w:p w14:paraId="3CEDAF40" w14:textId="4F433091" w:rsidR="0085747A" w:rsidRPr="00A9460A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A9460A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A9460A">
        <w:rPr>
          <w:rFonts w:ascii="Corbel" w:hAnsi="Corbel"/>
          <w:b/>
          <w:smallCaps/>
          <w:sz w:val="24"/>
          <w:szCs w:val="24"/>
        </w:rPr>
        <w:t xml:space="preserve"> </w:t>
      </w:r>
      <w:r w:rsidR="002A330C" w:rsidRPr="00A9460A">
        <w:rPr>
          <w:rFonts w:ascii="Corbel" w:hAnsi="Corbel"/>
          <w:i/>
          <w:smallCaps/>
          <w:sz w:val="24"/>
          <w:szCs w:val="24"/>
        </w:rPr>
        <w:t>20</w:t>
      </w:r>
      <w:r w:rsidR="00902AD8">
        <w:rPr>
          <w:rFonts w:ascii="Corbel" w:hAnsi="Corbel"/>
          <w:i/>
          <w:smallCaps/>
          <w:sz w:val="24"/>
          <w:szCs w:val="24"/>
        </w:rPr>
        <w:t>19</w:t>
      </w:r>
      <w:r w:rsidR="002A330C" w:rsidRPr="00A9460A">
        <w:rPr>
          <w:rFonts w:ascii="Corbel" w:hAnsi="Corbel"/>
          <w:i/>
          <w:smallCaps/>
          <w:sz w:val="24"/>
          <w:szCs w:val="24"/>
        </w:rPr>
        <w:t>-202</w:t>
      </w:r>
      <w:r w:rsidR="00902AD8">
        <w:rPr>
          <w:rFonts w:ascii="Corbel" w:hAnsi="Corbel"/>
          <w:i/>
          <w:smallCaps/>
          <w:sz w:val="24"/>
          <w:szCs w:val="24"/>
        </w:rPr>
        <w:t>1</w:t>
      </w:r>
    </w:p>
    <w:p w14:paraId="0568EEE3" w14:textId="77777777" w:rsidR="0085747A" w:rsidRPr="00A9460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A9460A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A9460A">
        <w:rPr>
          <w:rFonts w:ascii="Corbel" w:hAnsi="Corbel"/>
          <w:i/>
          <w:sz w:val="20"/>
          <w:szCs w:val="20"/>
        </w:rPr>
        <w:t>(skrajne daty</w:t>
      </w:r>
      <w:r w:rsidR="0085747A" w:rsidRPr="00A9460A">
        <w:rPr>
          <w:rFonts w:ascii="Corbel" w:hAnsi="Corbel"/>
          <w:sz w:val="20"/>
          <w:szCs w:val="20"/>
        </w:rPr>
        <w:t>)</w:t>
      </w:r>
    </w:p>
    <w:p w14:paraId="25A13CA1" w14:textId="18F1874E" w:rsidR="00445970" w:rsidRPr="00A9460A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A9460A">
        <w:rPr>
          <w:rFonts w:ascii="Corbel" w:hAnsi="Corbel"/>
          <w:sz w:val="20"/>
          <w:szCs w:val="20"/>
        </w:rPr>
        <w:tab/>
      </w:r>
      <w:r w:rsidRPr="00A9460A">
        <w:rPr>
          <w:rFonts w:ascii="Corbel" w:hAnsi="Corbel"/>
          <w:sz w:val="20"/>
          <w:szCs w:val="20"/>
        </w:rPr>
        <w:tab/>
      </w:r>
      <w:r w:rsidRPr="00A9460A">
        <w:rPr>
          <w:rFonts w:ascii="Corbel" w:hAnsi="Corbel"/>
          <w:sz w:val="20"/>
          <w:szCs w:val="20"/>
        </w:rPr>
        <w:tab/>
      </w:r>
      <w:r w:rsidRPr="00A9460A">
        <w:rPr>
          <w:rFonts w:ascii="Corbel" w:hAnsi="Corbel"/>
          <w:sz w:val="20"/>
          <w:szCs w:val="20"/>
        </w:rPr>
        <w:tab/>
        <w:t xml:space="preserve">Rok akademicki   </w:t>
      </w:r>
      <w:r w:rsidR="002A330C" w:rsidRPr="00A9460A">
        <w:rPr>
          <w:rFonts w:ascii="Corbel" w:hAnsi="Corbel"/>
          <w:sz w:val="20"/>
          <w:szCs w:val="20"/>
        </w:rPr>
        <w:t>20</w:t>
      </w:r>
      <w:r w:rsidR="0042256E">
        <w:rPr>
          <w:rFonts w:ascii="Corbel" w:hAnsi="Corbel"/>
          <w:sz w:val="20"/>
          <w:szCs w:val="20"/>
        </w:rPr>
        <w:t>2</w:t>
      </w:r>
      <w:r w:rsidR="00902AD8">
        <w:rPr>
          <w:rFonts w:ascii="Corbel" w:hAnsi="Corbel"/>
          <w:sz w:val="20"/>
          <w:szCs w:val="20"/>
        </w:rPr>
        <w:t>0</w:t>
      </w:r>
      <w:r w:rsidR="0042256E">
        <w:rPr>
          <w:rFonts w:ascii="Corbel" w:hAnsi="Corbel"/>
          <w:sz w:val="20"/>
          <w:szCs w:val="20"/>
        </w:rPr>
        <w:t>/</w:t>
      </w:r>
      <w:r w:rsidR="002A330C" w:rsidRPr="00A9460A">
        <w:rPr>
          <w:rFonts w:ascii="Corbel" w:hAnsi="Corbel"/>
          <w:sz w:val="20"/>
          <w:szCs w:val="20"/>
        </w:rPr>
        <w:t>202</w:t>
      </w:r>
      <w:r w:rsidR="00902AD8">
        <w:rPr>
          <w:rFonts w:ascii="Corbel" w:hAnsi="Corbel"/>
          <w:sz w:val="20"/>
          <w:szCs w:val="20"/>
        </w:rPr>
        <w:t>1</w:t>
      </w:r>
    </w:p>
    <w:p w14:paraId="359FAEE0" w14:textId="77777777" w:rsidR="0085747A" w:rsidRPr="00A9460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A049EAB" w14:textId="77777777" w:rsidR="0085747A" w:rsidRPr="00A9460A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A9460A">
        <w:rPr>
          <w:rFonts w:ascii="Corbel" w:hAnsi="Corbel"/>
          <w:szCs w:val="24"/>
        </w:rPr>
        <w:t xml:space="preserve">1. </w:t>
      </w:r>
      <w:r w:rsidR="0085747A" w:rsidRPr="00A9460A">
        <w:rPr>
          <w:rFonts w:ascii="Corbel" w:hAnsi="Corbel"/>
          <w:szCs w:val="24"/>
        </w:rPr>
        <w:t xml:space="preserve">Podstawowe </w:t>
      </w:r>
      <w:r w:rsidR="00445970" w:rsidRPr="00A9460A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A9460A" w14:paraId="6A69B2C7" w14:textId="77777777" w:rsidTr="00B819C8">
        <w:tc>
          <w:tcPr>
            <w:tcW w:w="2694" w:type="dxa"/>
            <w:vAlign w:val="center"/>
          </w:tcPr>
          <w:p w14:paraId="2E47D10D" w14:textId="77777777" w:rsidR="0085747A" w:rsidRPr="00A9460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9460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42BABC7" w14:textId="77777777" w:rsidR="0085747A" w:rsidRPr="00A9460A" w:rsidRDefault="005F2B8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F2B8F">
              <w:rPr>
                <w:rFonts w:ascii="Corbel" w:hAnsi="Corbel"/>
                <w:b w:val="0"/>
                <w:sz w:val="24"/>
                <w:szCs w:val="24"/>
              </w:rPr>
              <w:t>Techniki autoprezentacji w pracy socjalnej</w:t>
            </w:r>
          </w:p>
        </w:tc>
      </w:tr>
      <w:tr w:rsidR="0085747A" w:rsidRPr="00A9460A" w14:paraId="6614F15D" w14:textId="77777777" w:rsidTr="00B819C8">
        <w:tc>
          <w:tcPr>
            <w:tcW w:w="2694" w:type="dxa"/>
            <w:vAlign w:val="center"/>
          </w:tcPr>
          <w:p w14:paraId="73FC730D" w14:textId="77777777" w:rsidR="0085747A" w:rsidRPr="00A9460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9460A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A9460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6D6B61B" w14:textId="30F2E507" w:rsidR="0085747A" w:rsidRPr="00A9460A" w:rsidRDefault="005F2B8F" w:rsidP="007233D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F2B8F">
              <w:rPr>
                <w:rFonts w:ascii="Corbel" w:hAnsi="Corbel"/>
                <w:b w:val="0"/>
                <w:sz w:val="24"/>
                <w:szCs w:val="24"/>
              </w:rPr>
              <w:t>P2</w:t>
            </w:r>
            <w:r w:rsidR="007233D9"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Pr="005F2B8F">
              <w:rPr>
                <w:rFonts w:ascii="Corbel" w:hAnsi="Corbel"/>
                <w:b w:val="0"/>
                <w:sz w:val="24"/>
                <w:szCs w:val="24"/>
              </w:rPr>
              <w:t>[4]O_07</w:t>
            </w:r>
          </w:p>
        </w:tc>
      </w:tr>
      <w:tr w:rsidR="0085747A" w:rsidRPr="00A9460A" w14:paraId="64858C5E" w14:textId="77777777" w:rsidTr="00B819C8">
        <w:tc>
          <w:tcPr>
            <w:tcW w:w="2694" w:type="dxa"/>
            <w:vAlign w:val="center"/>
          </w:tcPr>
          <w:p w14:paraId="4C7C6888" w14:textId="77777777" w:rsidR="0085747A" w:rsidRPr="00A9460A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A9460A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A9460A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BC30AE3" w14:textId="77777777" w:rsidR="0085747A" w:rsidRPr="00A9460A" w:rsidRDefault="002A330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9460A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A9460A" w14:paraId="144E1DEC" w14:textId="77777777" w:rsidTr="00B819C8">
        <w:tc>
          <w:tcPr>
            <w:tcW w:w="2694" w:type="dxa"/>
            <w:vAlign w:val="center"/>
          </w:tcPr>
          <w:p w14:paraId="7266CD2F" w14:textId="77777777" w:rsidR="0085747A" w:rsidRPr="00A946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9460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CDA7883" w14:textId="77777777" w:rsidR="0085747A" w:rsidRPr="00A9460A" w:rsidRDefault="002A330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9460A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A9460A" w14:paraId="228DD307" w14:textId="77777777" w:rsidTr="00B819C8">
        <w:tc>
          <w:tcPr>
            <w:tcW w:w="2694" w:type="dxa"/>
            <w:vAlign w:val="center"/>
          </w:tcPr>
          <w:p w14:paraId="13DEA29B" w14:textId="77777777" w:rsidR="0085747A" w:rsidRPr="00A946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9460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F10CCCE" w14:textId="77777777" w:rsidR="0085747A" w:rsidRPr="00A9460A" w:rsidRDefault="00475F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9460A"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85747A" w:rsidRPr="00A9460A" w14:paraId="6F21A684" w14:textId="77777777" w:rsidTr="00B819C8">
        <w:tc>
          <w:tcPr>
            <w:tcW w:w="2694" w:type="dxa"/>
            <w:vAlign w:val="center"/>
          </w:tcPr>
          <w:p w14:paraId="35E5855E" w14:textId="77777777" w:rsidR="0085747A" w:rsidRPr="00A9460A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9460A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13A281D" w14:textId="77777777" w:rsidR="0085747A" w:rsidRPr="00A9460A" w:rsidRDefault="002A330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9460A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5F2B8F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475FE6" w:rsidRPr="00A9460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A9460A">
              <w:rPr>
                <w:rFonts w:ascii="Corbel" w:hAnsi="Corbel"/>
                <w:b w:val="0"/>
                <w:sz w:val="24"/>
                <w:szCs w:val="24"/>
              </w:rPr>
              <w:t>stopnia</w:t>
            </w:r>
          </w:p>
        </w:tc>
      </w:tr>
      <w:tr w:rsidR="0085747A" w:rsidRPr="00A9460A" w14:paraId="0E94B9B1" w14:textId="77777777" w:rsidTr="00B819C8">
        <w:tc>
          <w:tcPr>
            <w:tcW w:w="2694" w:type="dxa"/>
            <w:vAlign w:val="center"/>
          </w:tcPr>
          <w:p w14:paraId="78FE08D1" w14:textId="77777777" w:rsidR="0085747A" w:rsidRPr="00A946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9460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4A5254C" w14:textId="77777777" w:rsidR="0085747A" w:rsidRPr="00A9460A" w:rsidRDefault="00623D4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9460A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2A330C" w:rsidRPr="00A9460A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85747A" w:rsidRPr="00A9460A" w14:paraId="62DE7A56" w14:textId="77777777" w:rsidTr="00B819C8">
        <w:tc>
          <w:tcPr>
            <w:tcW w:w="2694" w:type="dxa"/>
            <w:vAlign w:val="center"/>
          </w:tcPr>
          <w:p w14:paraId="7AA4700C" w14:textId="77777777" w:rsidR="0085747A" w:rsidRPr="00A946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9460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16B77C5" w14:textId="5D5ECD85" w:rsidR="0085747A" w:rsidRPr="00A9460A" w:rsidRDefault="007233D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66C18" w:rsidRPr="00A9460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A9460A" w14:paraId="4D4968D9" w14:textId="77777777" w:rsidTr="00B819C8">
        <w:tc>
          <w:tcPr>
            <w:tcW w:w="2694" w:type="dxa"/>
            <w:vAlign w:val="center"/>
          </w:tcPr>
          <w:p w14:paraId="0C0810CF" w14:textId="77777777" w:rsidR="0085747A" w:rsidRPr="00A946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9460A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A9460A">
              <w:rPr>
                <w:rFonts w:ascii="Corbel" w:hAnsi="Corbel"/>
                <w:sz w:val="24"/>
                <w:szCs w:val="24"/>
              </w:rPr>
              <w:t>/y</w:t>
            </w:r>
            <w:r w:rsidRPr="00A9460A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C798754" w14:textId="25088D18" w:rsidR="0085747A" w:rsidRPr="00A9460A" w:rsidRDefault="002A330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9460A"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965173">
              <w:rPr>
                <w:rFonts w:ascii="Corbel" w:hAnsi="Corbel"/>
                <w:b w:val="0"/>
                <w:sz w:val="24"/>
                <w:szCs w:val="24"/>
              </w:rPr>
              <w:t>2</w:t>
            </w:r>
            <w:r w:rsidRPr="00A9460A">
              <w:rPr>
                <w:rFonts w:ascii="Corbel" w:hAnsi="Corbel"/>
                <w:b w:val="0"/>
                <w:sz w:val="24"/>
                <w:szCs w:val="24"/>
              </w:rPr>
              <w:t xml:space="preserve">, semestr </w:t>
            </w:r>
            <w:r w:rsidR="005F2B8F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475FE6" w:rsidRPr="00A9460A">
              <w:rPr>
                <w:rFonts w:ascii="Corbel" w:hAnsi="Corbel"/>
                <w:b w:val="0"/>
                <w:sz w:val="24"/>
                <w:szCs w:val="24"/>
              </w:rPr>
              <w:t>V</w:t>
            </w:r>
          </w:p>
        </w:tc>
      </w:tr>
      <w:tr w:rsidR="0085747A" w:rsidRPr="00A9460A" w14:paraId="025B5A4C" w14:textId="77777777" w:rsidTr="00B819C8">
        <w:tc>
          <w:tcPr>
            <w:tcW w:w="2694" w:type="dxa"/>
            <w:vAlign w:val="center"/>
          </w:tcPr>
          <w:p w14:paraId="144823AD" w14:textId="77777777" w:rsidR="0085747A" w:rsidRPr="00A946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9460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8D6B55" w14:textId="1E89827F" w:rsidR="0085747A" w:rsidRPr="00A9460A" w:rsidRDefault="0077265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A9460A" w14:paraId="457BB4FA" w14:textId="77777777" w:rsidTr="00B819C8">
        <w:tc>
          <w:tcPr>
            <w:tcW w:w="2694" w:type="dxa"/>
            <w:vAlign w:val="center"/>
          </w:tcPr>
          <w:p w14:paraId="05A3D4DA" w14:textId="77777777" w:rsidR="00923D7D" w:rsidRPr="00A9460A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9460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9296E5C" w14:textId="77777777" w:rsidR="00923D7D" w:rsidRPr="00A9460A" w:rsidRDefault="00CA3E5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9460A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FE658F" w:rsidRPr="00A9460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A9460A" w14:paraId="705AF516" w14:textId="77777777" w:rsidTr="00B819C8">
        <w:tc>
          <w:tcPr>
            <w:tcW w:w="2694" w:type="dxa"/>
            <w:vAlign w:val="center"/>
          </w:tcPr>
          <w:p w14:paraId="35DAA53A" w14:textId="77777777" w:rsidR="0085747A" w:rsidRPr="00A946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9460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00163B6" w14:textId="77777777" w:rsidR="0085747A" w:rsidRPr="00A9460A" w:rsidRDefault="00FE658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9460A">
              <w:rPr>
                <w:rFonts w:ascii="Corbel" w:hAnsi="Corbel"/>
                <w:b w:val="0"/>
                <w:sz w:val="24"/>
                <w:szCs w:val="24"/>
              </w:rPr>
              <w:t>Sławomir Wilk</w:t>
            </w:r>
          </w:p>
        </w:tc>
      </w:tr>
      <w:tr w:rsidR="0085747A" w:rsidRPr="00A9460A" w14:paraId="471B3A8D" w14:textId="77777777" w:rsidTr="00B819C8">
        <w:tc>
          <w:tcPr>
            <w:tcW w:w="2694" w:type="dxa"/>
            <w:vAlign w:val="center"/>
          </w:tcPr>
          <w:p w14:paraId="6C794121" w14:textId="77777777" w:rsidR="0085747A" w:rsidRPr="00A946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9460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2C47DD0" w14:textId="77777777" w:rsidR="0085747A" w:rsidRPr="00A9460A" w:rsidRDefault="00FE658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9460A">
              <w:rPr>
                <w:rFonts w:ascii="Corbel" w:hAnsi="Corbel"/>
                <w:b w:val="0"/>
                <w:sz w:val="24"/>
                <w:szCs w:val="24"/>
              </w:rPr>
              <w:t>Sławomir Wilk</w:t>
            </w:r>
          </w:p>
        </w:tc>
      </w:tr>
    </w:tbl>
    <w:p w14:paraId="7AA21095" w14:textId="77777777" w:rsidR="0085747A" w:rsidRPr="00A9460A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A9460A">
        <w:rPr>
          <w:rFonts w:ascii="Corbel" w:hAnsi="Corbel"/>
          <w:sz w:val="24"/>
          <w:szCs w:val="24"/>
        </w:rPr>
        <w:t xml:space="preserve">* </w:t>
      </w:r>
      <w:r w:rsidRPr="00A9460A">
        <w:rPr>
          <w:rFonts w:ascii="Corbel" w:hAnsi="Corbel"/>
          <w:i/>
          <w:sz w:val="24"/>
          <w:szCs w:val="24"/>
        </w:rPr>
        <w:t>-</w:t>
      </w:r>
      <w:r w:rsidR="00B90885" w:rsidRPr="00A9460A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A9460A">
        <w:rPr>
          <w:rFonts w:ascii="Corbel" w:hAnsi="Corbel"/>
          <w:b w:val="0"/>
          <w:sz w:val="24"/>
          <w:szCs w:val="24"/>
        </w:rPr>
        <w:t>e,</w:t>
      </w:r>
      <w:r w:rsidRPr="00A9460A">
        <w:rPr>
          <w:rFonts w:ascii="Corbel" w:hAnsi="Corbel"/>
          <w:i/>
          <w:sz w:val="24"/>
          <w:szCs w:val="24"/>
        </w:rPr>
        <w:t xml:space="preserve"> </w:t>
      </w:r>
      <w:r w:rsidRPr="00A9460A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A9460A">
        <w:rPr>
          <w:rFonts w:ascii="Corbel" w:hAnsi="Corbel"/>
          <w:b w:val="0"/>
          <w:i/>
          <w:sz w:val="24"/>
          <w:szCs w:val="24"/>
        </w:rPr>
        <w:t>w Jednostce</w:t>
      </w:r>
    </w:p>
    <w:p w14:paraId="36632169" w14:textId="77777777" w:rsidR="00923D7D" w:rsidRPr="00A9460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4058799" w14:textId="77777777" w:rsidR="0085747A" w:rsidRPr="00A9460A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A9460A">
        <w:rPr>
          <w:rFonts w:ascii="Corbel" w:hAnsi="Corbel"/>
          <w:sz w:val="24"/>
          <w:szCs w:val="24"/>
        </w:rPr>
        <w:t>1.</w:t>
      </w:r>
      <w:r w:rsidR="00E22FBC" w:rsidRPr="00A9460A">
        <w:rPr>
          <w:rFonts w:ascii="Corbel" w:hAnsi="Corbel"/>
          <w:sz w:val="24"/>
          <w:szCs w:val="24"/>
        </w:rPr>
        <w:t>1</w:t>
      </w:r>
      <w:r w:rsidRPr="00A9460A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32FB2E1" w14:textId="77777777" w:rsidR="00923D7D" w:rsidRPr="00A9460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A9460A" w14:paraId="24386188" w14:textId="77777777" w:rsidTr="006A3D4B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E215A" w14:textId="77777777" w:rsidR="00015B8F" w:rsidRPr="00A946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9460A">
              <w:rPr>
                <w:rFonts w:ascii="Corbel" w:hAnsi="Corbel"/>
                <w:szCs w:val="24"/>
              </w:rPr>
              <w:t>Semestr</w:t>
            </w:r>
          </w:p>
          <w:p w14:paraId="15825BB4" w14:textId="77777777" w:rsidR="00015B8F" w:rsidRPr="00A9460A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9460A">
              <w:rPr>
                <w:rFonts w:ascii="Corbel" w:hAnsi="Corbel"/>
                <w:szCs w:val="24"/>
              </w:rPr>
              <w:t>(</w:t>
            </w:r>
            <w:r w:rsidR="00363F78" w:rsidRPr="00A9460A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04D258" w14:textId="77777777" w:rsidR="00015B8F" w:rsidRPr="00A946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9460A">
              <w:rPr>
                <w:rFonts w:ascii="Corbel" w:hAnsi="Corbel"/>
                <w:szCs w:val="24"/>
              </w:rPr>
              <w:t>Wykł</w:t>
            </w:r>
            <w:proofErr w:type="spellEnd"/>
            <w:r w:rsidRPr="00A9460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65E85" w14:textId="77777777" w:rsidR="00015B8F" w:rsidRPr="00A946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9460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650B61" w14:textId="77777777" w:rsidR="00015B8F" w:rsidRPr="00A946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9460A">
              <w:rPr>
                <w:rFonts w:ascii="Corbel" w:hAnsi="Corbel"/>
                <w:szCs w:val="24"/>
              </w:rPr>
              <w:t>Konw</w:t>
            </w:r>
            <w:proofErr w:type="spellEnd"/>
            <w:r w:rsidRPr="00A9460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7253C3" w14:textId="77777777" w:rsidR="00015B8F" w:rsidRPr="00A946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9460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463A3" w14:textId="77777777" w:rsidR="00015B8F" w:rsidRPr="00A946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9460A">
              <w:rPr>
                <w:rFonts w:ascii="Corbel" w:hAnsi="Corbel"/>
                <w:szCs w:val="24"/>
              </w:rPr>
              <w:t>Sem</w:t>
            </w:r>
            <w:proofErr w:type="spellEnd"/>
            <w:r w:rsidRPr="00A9460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6F518A" w14:textId="77777777" w:rsidR="00015B8F" w:rsidRPr="00A946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9460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97CF23" w14:textId="77777777" w:rsidR="00015B8F" w:rsidRPr="00A946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9460A">
              <w:rPr>
                <w:rFonts w:ascii="Corbel" w:hAnsi="Corbel"/>
                <w:szCs w:val="24"/>
              </w:rPr>
              <w:t>Prakt</w:t>
            </w:r>
            <w:proofErr w:type="spellEnd"/>
            <w:r w:rsidRPr="00A9460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F22770" w14:textId="77777777" w:rsidR="00015B8F" w:rsidRPr="00A946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9460A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DFD699" w14:textId="77777777" w:rsidR="00015B8F" w:rsidRPr="00A946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A9460A">
              <w:rPr>
                <w:rFonts w:ascii="Corbel" w:hAnsi="Corbel"/>
                <w:b/>
                <w:szCs w:val="24"/>
              </w:rPr>
              <w:t>Liczba pkt</w:t>
            </w:r>
            <w:r w:rsidR="00B90885" w:rsidRPr="00A9460A">
              <w:rPr>
                <w:rFonts w:ascii="Corbel" w:hAnsi="Corbel"/>
                <w:b/>
                <w:szCs w:val="24"/>
              </w:rPr>
              <w:t>.</w:t>
            </w:r>
            <w:r w:rsidRPr="00A9460A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A9460A" w14:paraId="6FBB78FC" w14:textId="77777777" w:rsidTr="006A3D4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26FDB" w14:textId="77777777" w:rsidR="00015B8F" w:rsidRPr="00A9460A" w:rsidRDefault="005F2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  <w:r w:rsidR="00FE658F" w:rsidRPr="00A9460A"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9E90B" w14:textId="77777777" w:rsidR="00015B8F" w:rsidRPr="00A9460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E2596" w14:textId="77777777" w:rsidR="00015B8F" w:rsidRPr="00A9460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4B620" w14:textId="12ACBD84" w:rsidR="00015B8F" w:rsidRPr="00A9460A" w:rsidRDefault="005F2B8F" w:rsidP="00DD205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DD205D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B99CF" w14:textId="77777777" w:rsidR="00015B8F" w:rsidRPr="00A9460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845CF" w14:textId="77777777" w:rsidR="00015B8F" w:rsidRPr="00A9460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AE519" w14:textId="77777777" w:rsidR="00015B8F" w:rsidRPr="00A9460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3D430" w14:textId="77777777" w:rsidR="00015B8F" w:rsidRPr="00A9460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002B1" w14:textId="77777777" w:rsidR="00015B8F" w:rsidRPr="00A9460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3FE30" w14:textId="77777777" w:rsidR="00015B8F" w:rsidRPr="00A9460A" w:rsidRDefault="005F2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61D5E00" w14:textId="77777777" w:rsidR="00923D7D" w:rsidRPr="00A9460A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FABE29E" w14:textId="77777777" w:rsidR="00923D7D" w:rsidRPr="00A9460A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0219F36" w14:textId="77777777" w:rsidR="0085747A" w:rsidRPr="00A9460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9460A">
        <w:rPr>
          <w:rFonts w:ascii="Corbel" w:hAnsi="Corbel"/>
          <w:smallCaps w:val="0"/>
          <w:szCs w:val="24"/>
        </w:rPr>
        <w:t>1.</w:t>
      </w:r>
      <w:r w:rsidR="00E22FBC" w:rsidRPr="00A9460A">
        <w:rPr>
          <w:rFonts w:ascii="Corbel" w:hAnsi="Corbel"/>
          <w:smallCaps w:val="0"/>
          <w:szCs w:val="24"/>
        </w:rPr>
        <w:t>2</w:t>
      </w:r>
      <w:r w:rsidR="00F83B28" w:rsidRPr="00A9460A">
        <w:rPr>
          <w:rFonts w:ascii="Corbel" w:hAnsi="Corbel"/>
          <w:smallCaps w:val="0"/>
          <w:szCs w:val="24"/>
        </w:rPr>
        <w:t>.</w:t>
      </w:r>
      <w:r w:rsidR="00F83B28" w:rsidRPr="00A9460A">
        <w:rPr>
          <w:rFonts w:ascii="Corbel" w:hAnsi="Corbel"/>
          <w:smallCaps w:val="0"/>
          <w:szCs w:val="24"/>
        </w:rPr>
        <w:tab/>
      </w:r>
      <w:r w:rsidRPr="00A9460A">
        <w:rPr>
          <w:rFonts w:ascii="Corbel" w:hAnsi="Corbel"/>
          <w:smallCaps w:val="0"/>
          <w:szCs w:val="24"/>
        </w:rPr>
        <w:t xml:space="preserve">Sposób realizacji zajęć  </w:t>
      </w:r>
    </w:p>
    <w:p w14:paraId="54E5D653" w14:textId="77777777" w:rsidR="0085747A" w:rsidRPr="00A9460A" w:rsidRDefault="00FE658F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9460A">
        <w:rPr>
          <w:rFonts w:ascii="Corbel" w:eastAsia="MS Gothic" w:hAnsi="Corbel" w:cs="MS Gothic"/>
          <w:b w:val="0"/>
          <w:szCs w:val="24"/>
        </w:rPr>
        <w:t>x</w:t>
      </w:r>
      <w:r w:rsidR="0085747A" w:rsidRPr="00A9460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05C03CC" w14:textId="77777777" w:rsidR="0085747A" w:rsidRPr="00A9460A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9460A">
        <w:rPr>
          <w:rFonts w:ascii="Segoe UI Symbol" w:eastAsia="MS Gothic" w:hAnsi="Segoe UI Symbol" w:cs="Segoe UI Symbol"/>
          <w:b w:val="0"/>
          <w:szCs w:val="24"/>
        </w:rPr>
        <w:t>☐</w:t>
      </w:r>
      <w:r w:rsidRPr="00A9460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50A7430" w14:textId="77777777" w:rsidR="0085747A" w:rsidRPr="00A9460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3E04835" w14:textId="1BCD8D0A" w:rsidR="009C54AE" w:rsidRPr="0071001A" w:rsidRDefault="00E22FBC" w:rsidP="0071001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A9460A">
        <w:rPr>
          <w:rFonts w:ascii="Corbel" w:hAnsi="Corbel"/>
          <w:smallCaps w:val="0"/>
          <w:szCs w:val="24"/>
        </w:rPr>
        <w:t xml:space="preserve">1.3 </w:t>
      </w:r>
      <w:r w:rsidR="00F83B28" w:rsidRPr="00A9460A">
        <w:rPr>
          <w:rFonts w:ascii="Corbel" w:hAnsi="Corbel"/>
          <w:smallCaps w:val="0"/>
          <w:szCs w:val="24"/>
        </w:rPr>
        <w:tab/>
      </w:r>
      <w:r w:rsidRPr="00A9460A">
        <w:rPr>
          <w:rFonts w:ascii="Corbel" w:hAnsi="Corbel"/>
          <w:smallCaps w:val="0"/>
          <w:szCs w:val="24"/>
        </w:rPr>
        <w:t>For</w:t>
      </w:r>
      <w:r w:rsidR="00445970" w:rsidRPr="00A9460A">
        <w:rPr>
          <w:rFonts w:ascii="Corbel" w:hAnsi="Corbel"/>
          <w:smallCaps w:val="0"/>
          <w:szCs w:val="24"/>
        </w:rPr>
        <w:t xml:space="preserve">ma zaliczenia przedmiotu </w:t>
      </w:r>
      <w:r w:rsidRPr="00A9460A">
        <w:rPr>
          <w:rFonts w:ascii="Corbel" w:hAnsi="Corbel"/>
          <w:smallCaps w:val="0"/>
          <w:szCs w:val="24"/>
        </w:rPr>
        <w:t xml:space="preserve"> (z toku) </w:t>
      </w:r>
      <w:r w:rsidRPr="00A9460A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E3EEA66" w14:textId="77777777" w:rsidR="00E960BB" w:rsidRPr="00A9460A" w:rsidRDefault="006A3D4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A9460A">
        <w:rPr>
          <w:rFonts w:ascii="Corbel" w:hAnsi="Corbel"/>
          <w:b w:val="0"/>
          <w:szCs w:val="24"/>
        </w:rPr>
        <w:t>Zaliczenie z Oceną</w:t>
      </w:r>
    </w:p>
    <w:p w14:paraId="2EB34065" w14:textId="77777777" w:rsidR="00E960BB" w:rsidRPr="00A9460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9460A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9460A" w14:paraId="5986638C" w14:textId="77777777" w:rsidTr="00745302">
        <w:tc>
          <w:tcPr>
            <w:tcW w:w="9670" w:type="dxa"/>
          </w:tcPr>
          <w:p w14:paraId="2DBA2767" w14:textId="77777777" w:rsidR="0085747A" w:rsidRPr="00A9460A" w:rsidRDefault="00A9460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946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wprowadzenia do pracy socjalnej, metodyki pracy socjalnej, teorii pracy socjalnej, struktury pomocy społecznej</w:t>
            </w:r>
          </w:p>
        </w:tc>
      </w:tr>
    </w:tbl>
    <w:p w14:paraId="13A5D67E" w14:textId="77777777" w:rsidR="00153C41" w:rsidRPr="00A9460A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C225113" w14:textId="77777777" w:rsidR="0085747A" w:rsidRPr="00A9460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9460A">
        <w:rPr>
          <w:rFonts w:ascii="Corbel" w:hAnsi="Corbel"/>
          <w:szCs w:val="24"/>
        </w:rPr>
        <w:t>3.</w:t>
      </w:r>
      <w:r w:rsidR="0085747A" w:rsidRPr="00A9460A">
        <w:rPr>
          <w:rFonts w:ascii="Corbel" w:hAnsi="Corbel"/>
          <w:szCs w:val="24"/>
        </w:rPr>
        <w:t xml:space="preserve"> </w:t>
      </w:r>
      <w:r w:rsidR="00A84C85" w:rsidRPr="00A9460A">
        <w:rPr>
          <w:rFonts w:ascii="Corbel" w:hAnsi="Corbel"/>
          <w:szCs w:val="24"/>
        </w:rPr>
        <w:t>cele, efekty uczenia się</w:t>
      </w:r>
      <w:r w:rsidR="0085747A" w:rsidRPr="00A9460A">
        <w:rPr>
          <w:rFonts w:ascii="Corbel" w:hAnsi="Corbel"/>
          <w:szCs w:val="24"/>
        </w:rPr>
        <w:t xml:space="preserve"> , treści Programowe i stosowane metody Dydaktyczne</w:t>
      </w:r>
    </w:p>
    <w:p w14:paraId="2B8D33AD" w14:textId="77777777" w:rsidR="0085747A" w:rsidRPr="00A9460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3042B4B" w14:textId="77777777" w:rsidR="0085747A" w:rsidRPr="00A9460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A9460A">
        <w:rPr>
          <w:rFonts w:ascii="Corbel" w:hAnsi="Corbel"/>
          <w:sz w:val="24"/>
          <w:szCs w:val="24"/>
        </w:rPr>
        <w:lastRenderedPageBreak/>
        <w:t xml:space="preserve">3.1 </w:t>
      </w:r>
      <w:r w:rsidR="00C05F44" w:rsidRPr="00A9460A">
        <w:rPr>
          <w:rFonts w:ascii="Corbel" w:hAnsi="Corbel"/>
          <w:sz w:val="24"/>
          <w:szCs w:val="24"/>
        </w:rPr>
        <w:t>Cele przedmiotu</w:t>
      </w:r>
    </w:p>
    <w:p w14:paraId="31FDC5F9" w14:textId="77777777" w:rsidR="00F83B28" w:rsidRPr="00A9460A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5F2B8F" w:rsidRPr="00A9460A" w14:paraId="5DB76517" w14:textId="77777777" w:rsidTr="006A3D4B">
        <w:tc>
          <w:tcPr>
            <w:tcW w:w="845" w:type="dxa"/>
            <w:vAlign w:val="center"/>
          </w:tcPr>
          <w:p w14:paraId="6FA0A03F" w14:textId="77777777" w:rsidR="005F2B8F" w:rsidRPr="00A9460A" w:rsidRDefault="005F2B8F" w:rsidP="005F2B8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9460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003072F9" w14:textId="77777777" w:rsidR="005F2B8F" w:rsidRPr="00D342C2" w:rsidRDefault="005F2B8F" w:rsidP="005F2B8F">
            <w:pPr>
              <w:rPr>
                <w:rFonts w:ascii="Corbel" w:hAnsi="Corbel"/>
                <w:sz w:val="24"/>
                <w:szCs w:val="24"/>
              </w:rPr>
            </w:pPr>
            <w:r w:rsidRPr="00D342C2">
              <w:rPr>
                <w:rFonts w:ascii="Corbel" w:hAnsi="Corbel"/>
                <w:sz w:val="24"/>
                <w:szCs w:val="24"/>
              </w:rPr>
              <w:t>Zapoznanie z metodami autoprezentacji użytecznych w sytuacjach zawodowych związanych z pracą socjalną</w:t>
            </w:r>
          </w:p>
        </w:tc>
      </w:tr>
      <w:tr w:rsidR="005F2B8F" w:rsidRPr="00A9460A" w14:paraId="459D0883" w14:textId="77777777" w:rsidTr="006A3D4B">
        <w:tc>
          <w:tcPr>
            <w:tcW w:w="845" w:type="dxa"/>
            <w:vAlign w:val="center"/>
          </w:tcPr>
          <w:p w14:paraId="5FAE0AC2" w14:textId="77777777" w:rsidR="005F2B8F" w:rsidRPr="00A9460A" w:rsidRDefault="005F2B8F" w:rsidP="005F2B8F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A9460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32DF8FD1" w14:textId="77777777" w:rsidR="005F2B8F" w:rsidRPr="00D342C2" w:rsidRDefault="005F2B8F" w:rsidP="005F2B8F">
            <w:pPr>
              <w:rPr>
                <w:rFonts w:ascii="Corbel" w:hAnsi="Corbel"/>
                <w:sz w:val="24"/>
                <w:szCs w:val="24"/>
              </w:rPr>
            </w:pPr>
            <w:r w:rsidRPr="00D342C2">
              <w:rPr>
                <w:rFonts w:ascii="Corbel" w:hAnsi="Corbel"/>
                <w:sz w:val="24"/>
                <w:szCs w:val="24"/>
              </w:rPr>
              <w:t>Zapoznanie z metodami negocjacji użytecznymi w pracy pracownika socjalnego</w:t>
            </w:r>
          </w:p>
        </w:tc>
      </w:tr>
      <w:tr w:rsidR="005F2B8F" w:rsidRPr="00A9460A" w14:paraId="2A4AE935" w14:textId="77777777" w:rsidTr="006A3D4B">
        <w:tc>
          <w:tcPr>
            <w:tcW w:w="845" w:type="dxa"/>
            <w:vAlign w:val="center"/>
          </w:tcPr>
          <w:p w14:paraId="345C5D49" w14:textId="77777777" w:rsidR="005F2B8F" w:rsidRPr="00A9460A" w:rsidRDefault="005F2B8F" w:rsidP="005F2B8F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A9460A">
              <w:rPr>
                <w:rFonts w:ascii="Corbel" w:hAnsi="Corbel"/>
                <w:sz w:val="24"/>
                <w:szCs w:val="24"/>
              </w:rPr>
              <w:t xml:space="preserve">C3 </w:t>
            </w:r>
          </w:p>
        </w:tc>
        <w:tc>
          <w:tcPr>
            <w:tcW w:w="8675" w:type="dxa"/>
          </w:tcPr>
          <w:p w14:paraId="56738F3D" w14:textId="77777777" w:rsidR="005F2B8F" w:rsidRPr="00D342C2" w:rsidRDefault="005F2B8F" w:rsidP="005F2B8F">
            <w:pPr>
              <w:rPr>
                <w:rFonts w:ascii="Corbel" w:hAnsi="Corbel"/>
                <w:sz w:val="24"/>
                <w:szCs w:val="24"/>
              </w:rPr>
            </w:pPr>
            <w:r w:rsidRPr="00D342C2">
              <w:rPr>
                <w:rFonts w:ascii="Corbel" w:hAnsi="Corbel"/>
                <w:sz w:val="24"/>
                <w:szCs w:val="24"/>
              </w:rPr>
              <w:t>Zapoznanie z podstawowymi schematami komunikacyjnymi służącymi do analizy klienta pracy socjalnej</w:t>
            </w:r>
          </w:p>
        </w:tc>
      </w:tr>
    </w:tbl>
    <w:p w14:paraId="16E16C20" w14:textId="77777777" w:rsidR="0085747A" w:rsidRPr="00A9460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0FDC13E" w14:textId="77777777" w:rsidR="001D7B54" w:rsidRPr="00A9460A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9460A">
        <w:rPr>
          <w:rFonts w:ascii="Corbel" w:hAnsi="Corbel"/>
          <w:b/>
          <w:sz w:val="24"/>
          <w:szCs w:val="24"/>
        </w:rPr>
        <w:t xml:space="preserve">3.2 </w:t>
      </w:r>
      <w:r w:rsidR="001D7B54" w:rsidRPr="00A9460A">
        <w:rPr>
          <w:rFonts w:ascii="Corbel" w:hAnsi="Corbel"/>
          <w:b/>
          <w:sz w:val="24"/>
          <w:szCs w:val="24"/>
        </w:rPr>
        <w:t xml:space="preserve">Efekty </w:t>
      </w:r>
      <w:r w:rsidR="00C05F44" w:rsidRPr="00A9460A">
        <w:rPr>
          <w:rFonts w:ascii="Corbel" w:hAnsi="Corbel"/>
          <w:b/>
          <w:sz w:val="24"/>
          <w:szCs w:val="24"/>
        </w:rPr>
        <w:t xml:space="preserve">uczenia się </w:t>
      </w:r>
      <w:r w:rsidR="001D7B54" w:rsidRPr="00A9460A">
        <w:rPr>
          <w:rFonts w:ascii="Corbel" w:hAnsi="Corbel"/>
          <w:b/>
          <w:sz w:val="24"/>
          <w:szCs w:val="24"/>
        </w:rPr>
        <w:t>dla przedmiotu</w:t>
      </w:r>
      <w:r w:rsidR="00445970" w:rsidRPr="00A9460A">
        <w:rPr>
          <w:rFonts w:ascii="Corbel" w:hAnsi="Corbel"/>
          <w:sz w:val="24"/>
          <w:szCs w:val="24"/>
        </w:rPr>
        <w:t xml:space="preserve"> </w:t>
      </w:r>
    </w:p>
    <w:p w14:paraId="01EB5B84" w14:textId="77777777" w:rsidR="001D7B54" w:rsidRPr="00A9460A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A9460A" w14:paraId="77892AB2" w14:textId="77777777" w:rsidTr="006A3D4B">
        <w:tc>
          <w:tcPr>
            <w:tcW w:w="1681" w:type="dxa"/>
            <w:vAlign w:val="center"/>
          </w:tcPr>
          <w:p w14:paraId="3D229153" w14:textId="77777777" w:rsidR="0085747A" w:rsidRPr="00A9460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9460A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A9460A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A9460A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A9460A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722DE3BC" w14:textId="77777777" w:rsidR="0085747A" w:rsidRPr="00A9460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9460A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A9460A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A9460A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6586982F" w14:textId="77777777" w:rsidR="0085747A" w:rsidRPr="00A9460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9460A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A9460A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F2B8F" w:rsidRPr="00A9460A" w14:paraId="044EAF6B" w14:textId="77777777" w:rsidTr="006A3D4B">
        <w:tc>
          <w:tcPr>
            <w:tcW w:w="1681" w:type="dxa"/>
          </w:tcPr>
          <w:p w14:paraId="6437F6E2" w14:textId="77777777" w:rsidR="005F2B8F" w:rsidRPr="00A9460A" w:rsidRDefault="005F2B8F" w:rsidP="005F2B8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9460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9460A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52071EA2" w14:textId="77777777" w:rsidR="005F2B8F" w:rsidRPr="00A9460A" w:rsidRDefault="005F2B8F" w:rsidP="005F2B8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</w:t>
            </w:r>
            <w:r w:rsidRPr="005F2B8F">
              <w:rPr>
                <w:rFonts w:ascii="Corbel" w:hAnsi="Corbel"/>
                <w:b w:val="0"/>
                <w:smallCaps w:val="0"/>
                <w:szCs w:val="24"/>
              </w:rPr>
              <w:t>na i analizuje relacje zachodzące w życiu społecznym z perspektywy pracy socjalnej</w:t>
            </w:r>
            <w:r w:rsidR="008F0F64">
              <w:rPr>
                <w:rFonts w:ascii="Corbel" w:hAnsi="Corbel"/>
                <w:b w:val="0"/>
                <w:smallCaps w:val="0"/>
                <w:szCs w:val="24"/>
              </w:rPr>
              <w:t xml:space="preserve"> i potrafi komunikować się z otoczeniem</w:t>
            </w:r>
          </w:p>
        </w:tc>
        <w:tc>
          <w:tcPr>
            <w:tcW w:w="1865" w:type="dxa"/>
          </w:tcPr>
          <w:p w14:paraId="762F0138" w14:textId="77777777" w:rsidR="005F2B8F" w:rsidRDefault="005F2B8F" w:rsidP="005F2B8F">
            <w:r w:rsidRPr="00682EA6">
              <w:t xml:space="preserve">K_W06, </w:t>
            </w:r>
          </w:p>
        </w:tc>
      </w:tr>
      <w:tr w:rsidR="005F2B8F" w:rsidRPr="00A9460A" w14:paraId="2B405EE7" w14:textId="77777777" w:rsidTr="006A3D4B">
        <w:tc>
          <w:tcPr>
            <w:tcW w:w="1681" w:type="dxa"/>
          </w:tcPr>
          <w:p w14:paraId="59AC48E7" w14:textId="77777777" w:rsidR="005F2B8F" w:rsidRPr="00A9460A" w:rsidRDefault="005F2B8F" w:rsidP="005F2B8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9460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4175A620" w14:textId="2DC0A6AA" w:rsidR="005F2B8F" w:rsidRPr="00A9460A" w:rsidRDefault="005F2B8F" w:rsidP="005F2B8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Pr="005F2B8F">
              <w:rPr>
                <w:rFonts w:ascii="Corbel" w:hAnsi="Corbel"/>
                <w:b w:val="0"/>
                <w:smallCaps w:val="0"/>
                <w:szCs w:val="24"/>
              </w:rPr>
              <w:t xml:space="preserve">otrafi sprawnie, </w:t>
            </w:r>
            <w:r w:rsidR="0077265E">
              <w:rPr>
                <w:rFonts w:ascii="Corbel" w:hAnsi="Corbel"/>
                <w:b w:val="0"/>
                <w:smallCaps w:val="0"/>
                <w:szCs w:val="24"/>
              </w:rPr>
              <w:t xml:space="preserve"> używać technologii informacyjno-komunikacyjnych do komunikowania z zakresu pracy socjalnej</w:t>
            </w:r>
          </w:p>
        </w:tc>
        <w:tc>
          <w:tcPr>
            <w:tcW w:w="1865" w:type="dxa"/>
          </w:tcPr>
          <w:p w14:paraId="5972FC28" w14:textId="77777777" w:rsidR="005F2B8F" w:rsidRDefault="005F2B8F" w:rsidP="005F2B8F">
            <w:r w:rsidRPr="00682EA6">
              <w:t xml:space="preserve">K_U14, </w:t>
            </w:r>
          </w:p>
        </w:tc>
      </w:tr>
      <w:tr w:rsidR="005F2B8F" w:rsidRPr="00A9460A" w14:paraId="17CB0F53" w14:textId="77777777" w:rsidTr="006A3D4B">
        <w:tc>
          <w:tcPr>
            <w:tcW w:w="1681" w:type="dxa"/>
          </w:tcPr>
          <w:p w14:paraId="5F858B9F" w14:textId="77777777" w:rsidR="005F2B8F" w:rsidRPr="00A9460A" w:rsidRDefault="005F2B8F" w:rsidP="005F2B8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9460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214A4C73" w14:textId="77777777" w:rsidR="005F2B8F" w:rsidRPr="00A9460A" w:rsidRDefault="005F2B8F" w:rsidP="005F2B8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Pr="005F2B8F">
              <w:rPr>
                <w:rFonts w:ascii="Corbel" w:hAnsi="Corbel"/>
                <w:b w:val="0"/>
                <w:smallCaps w:val="0"/>
                <w:szCs w:val="24"/>
              </w:rPr>
              <w:t xml:space="preserve">otrafi planować własny rozwój zawodowy oraz dbać o podnoszenie swoich kwalifikacji i kompetencji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poprzez ćwiczenie własnych wypowiedzi przed kamerą.</w:t>
            </w:r>
          </w:p>
        </w:tc>
        <w:tc>
          <w:tcPr>
            <w:tcW w:w="1865" w:type="dxa"/>
          </w:tcPr>
          <w:p w14:paraId="3A638AA8" w14:textId="77777777" w:rsidR="005F2B8F" w:rsidRDefault="005F2B8F" w:rsidP="005F2B8F">
            <w:r w:rsidRPr="00682EA6">
              <w:t xml:space="preserve">K_U17 </w:t>
            </w:r>
          </w:p>
        </w:tc>
      </w:tr>
    </w:tbl>
    <w:p w14:paraId="641790C8" w14:textId="77777777" w:rsidR="0085747A" w:rsidRPr="00A9460A" w:rsidRDefault="0082058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A9460A">
        <w:rPr>
          <w:rFonts w:ascii="Corbel" w:hAnsi="Corbel"/>
          <w:b w:val="0"/>
          <w:szCs w:val="24"/>
        </w:rPr>
        <w:br/>
      </w:r>
    </w:p>
    <w:p w14:paraId="771A3A3F" w14:textId="77777777" w:rsidR="0085747A" w:rsidRPr="00A9460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A9460A">
        <w:rPr>
          <w:rFonts w:ascii="Corbel" w:hAnsi="Corbel"/>
          <w:b/>
          <w:sz w:val="24"/>
          <w:szCs w:val="24"/>
        </w:rPr>
        <w:t>3.3</w:t>
      </w:r>
      <w:r w:rsidR="001D7B54" w:rsidRPr="00A9460A">
        <w:rPr>
          <w:rFonts w:ascii="Corbel" w:hAnsi="Corbel"/>
          <w:b/>
          <w:sz w:val="24"/>
          <w:szCs w:val="24"/>
        </w:rPr>
        <w:t xml:space="preserve"> </w:t>
      </w:r>
      <w:r w:rsidR="0085747A" w:rsidRPr="00A9460A">
        <w:rPr>
          <w:rFonts w:ascii="Corbel" w:hAnsi="Corbel"/>
          <w:b/>
          <w:sz w:val="24"/>
          <w:szCs w:val="24"/>
        </w:rPr>
        <w:t>T</w:t>
      </w:r>
      <w:r w:rsidR="001D7B54" w:rsidRPr="00A9460A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A9460A">
        <w:rPr>
          <w:rFonts w:ascii="Corbel" w:hAnsi="Corbel"/>
          <w:sz w:val="24"/>
          <w:szCs w:val="24"/>
        </w:rPr>
        <w:t xml:space="preserve">  </w:t>
      </w:r>
    </w:p>
    <w:p w14:paraId="44396AD0" w14:textId="77777777" w:rsidR="0085747A" w:rsidRPr="00A9460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A9460A">
        <w:rPr>
          <w:rFonts w:ascii="Corbel" w:hAnsi="Corbel"/>
          <w:sz w:val="24"/>
          <w:szCs w:val="24"/>
        </w:rPr>
        <w:t xml:space="preserve">Problematyka wykładu </w:t>
      </w:r>
    </w:p>
    <w:p w14:paraId="69C38500" w14:textId="77777777" w:rsidR="00675843" w:rsidRPr="00A9460A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9460A" w14:paraId="7B5CAB3E" w14:textId="77777777" w:rsidTr="003811AF">
        <w:tc>
          <w:tcPr>
            <w:tcW w:w="9520" w:type="dxa"/>
          </w:tcPr>
          <w:p w14:paraId="0CD2503B" w14:textId="77777777" w:rsidR="0085747A" w:rsidRPr="00A9460A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9460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16297" w:rsidRPr="00A9460A" w14:paraId="18B55EFC" w14:textId="77777777" w:rsidTr="003811AF">
        <w:tc>
          <w:tcPr>
            <w:tcW w:w="9520" w:type="dxa"/>
          </w:tcPr>
          <w:p w14:paraId="2D225220" w14:textId="77777777" w:rsidR="00516297" w:rsidRPr="00A9460A" w:rsidRDefault="00516297" w:rsidP="00516297">
            <w:pPr>
              <w:spacing w:after="0" w:line="240" w:lineRule="auto"/>
              <w:rPr>
                <w:rFonts w:ascii="Corbel" w:hAnsi="Corbel"/>
              </w:rPr>
            </w:pPr>
          </w:p>
        </w:tc>
      </w:tr>
    </w:tbl>
    <w:p w14:paraId="015D8AC8" w14:textId="77777777" w:rsidR="0085747A" w:rsidRPr="00A9460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CA1DACB" w14:textId="77777777" w:rsidR="0085747A" w:rsidRPr="00A9460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A9460A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A9460A">
        <w:rPr>
          <w:rFonts w:ascii="Corbel" w:hAnsi="Corbel"/>
          <w:sz w:val="24"/>
          <w:szCs w:val="24"/>
        </w:rPr>
        <w:t xml:space="preserve">, </w:t>
      </w:r>
      <w:r w:rsidRPr="00A9460A">
        <w:rPr>
          <w:rFonts w:ascii="Corbel" w:hAnsi="Corbel"/>
          <w:sz w:val="24"/>
          <w:szCs w:val="24"/>
        </w:rPr>
        <w:t xml:space="preserve">zajęć praktycznych </w:t>
      </w:r>
    </w:p>
    <w:p w14:paraId="68538A2B" w14:textId="77777777" w:rsidR="0085747A" w:rsidRPr="00A9460A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342C2" w14:paraId="5B85507C" w14:textId="77777777" w:rsidTr="00731FC9">
        <w:tc>
          <w:tcPr>
            <w:tcW w:w="9520" w:type="dxa"/>
          </w:tcPr>
          <w:p w14:paraId="67E872B4" w14:textId="77777777" w:rsidR="0085747A" w:rsidRPr="00D342C2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342C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F2B8F" w:rsidRPr="00D342C2" w14:paraId="1A5B7D1A" w14:textId="77777777" w:rsidTr="00623D4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D90DF" w14:textId="77777777" w:rsidR="005F2B8F" w:rsidRPr="00D342C2" w:rsidRDefault="005F2B8F" w:rsidP="005F2B8F">
            <w:pPr>
              <w:rPr>
                <w:rFonts w:ascii="Corbel" w:hAnsi="Corbel"/>
                <w:sz w:val="24"/>
                <w:szCs w:val="24"/>
              </w:rPr>
            </w:pPr>
            <w:r w:rsidRPr="00D342C2">
              <w:rPr>
                <w:rFonts w:ascii="Corbel" w:hAnsi="Corbel"/>
                <w:sz w:val="24"/>
                <w:szCs w:val="24"/>
              </w:rPr>
              <w:t>Wprowadzenie do przedmiotu. Zdefiniowanie podstawowych pojęć z zakresu autoprezentacji.</w:t>
            </w:r>
          </w:p>
        </w:tc>
      </w:tr>
      <w:tr w:rsidR="005F2B8F" w:rsidRPr="00D342C2" w14:paraId="68163EB2" w14:textId="77777777" w:rsidTr="00623D4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B09DD" w14:textId="77777777" w:rsidR="005F2B8F" w:rsidRPr="00D342C2" w:rsidRDefault="005F2B8F" w:rsidP="005F2B8F">
            <w:pPr>
              <w:rPr>
                <w:rFonts w:ascii="Corbel" w:hAnsi="Corbel"/>
                <w:sz w:val="24"/>
                <w:szCs w:val="24"/>
              </w:rPr>
            </w:pPr>
            <w:r w:rsidRPr="00D342C2">
              <w:rPr>
                <w:rFonts w:ascii="Corbel" w:hAnsi="Corbel"/>
                <w:sz w:val="24"/>
                <w:szCs w:val="24"/>
              </w:rPr>
              <w:t>Wystąpienia publiczne - schematy budowy wystąpienia</w:t>
            </w:r>
          </w:p>
        </w:tc>
      </w:tr>
      <w:tr w:rsidR="005F2B8F" w:rsidRPr="00D342C2" w14:paraId="4111DAB4" w14:textId="77777777" w:rsidTr="00623D4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02395" w14:textId="77777777" w:rsidR="005F2B8F" w:rsidRPr="00D342C2" w:rsidRDefault="005F2B8F" w:rsidP="005F2B8F">
            <w:pPr>
              <w:rPr>
                <w:rFonts w:ascii="Corbel" w:hAnsi="Corbel"/>
                <w:sz w:val="24"/>
                <w:szCs w:val="24"/>
              </w:rPr>
            </w:pPr>
            <w:r w:rsidRPr="00D342C2">
              <w:rPr>
                <w:rFonts w:ascii="Corbel" w:hAnsi="Corbel"/>
                <w:sz w:val="24"/>
                <w:szCs w:val="24"/>
              </w:rPr>
              <w:t xml:space="preserve">Wypowiedź jako podstawowa forma autoprezentacji </w:t>
            </w:r>
          </w:p>
        </w:tc>
      </w:tr>
      <w:tr w:rsidR="005F2B8F" w:rsidRPr="00D342C2" w14:paraId="4C45C092" w14:textId="77777777" w:rsidTr="00623D4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0017B" w14:textId="77777777" w:rsidR="005F2B8F" w:rsidRPr="00D342C2" w:rsidRDefault="005F2B8F" w:rsidP="005F2B8F">
            <w:pPr>
              <w:rPr>
                <w:rFonts w:ascii="Corbel" w:hAnsi="Corbel"/>
                <w:sz w:val="24"/>
                <w:szCs w:val="24"/>
              </w:rPr>
            </w:pPr>
            <w:r w:rsidRPr="00D342C2">
              <w:rPr>
                <w:rFonts w:ascii="Corbel" w:hAnsi="Corbel"/>
                <w:sz w:val="24"/>
                <w:szCs w:val="24"/>
              </w:rPr>
              <w:t>Rozmowa z klientem pracy socjalnej jako element autoprezentacji zawodowej</w:t>
            </w:r>
          </w:p>
        </w:tc>
      </w:tr>
      <w:tr w:rsidR="005F2B8F" w:rsidRPr="00D342C2" w14:paraId="41FCC39D" w14:textId="77777777" w:rsidTr="00623D4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988AB" w14:textId="77777777" w:rsidR="005F2B8F" w:rsidRPr="00D342C2" w:rsidRDefault="005F2B8F" w:rsidP="005F2B8F">
            <w:pPr>
              <w:rPr>
                <w:rFonts w:ascii="Corbel" w:hAnsi="Corbel"/>
                <w:sz w:val="24"/>
                <w:szCs w:val="24"/>
              </w:rPr>
            </w:pPr>
            <w:r w:rsidRPr="00D342C2">
              <w:rPr>
                <w:rFonts w:ascii="Corbel" w:hAnsi="Corbel"/>
                <w:sz w:val="24"/>
                <w:szCs w:val="24"/>
              </w:rPr>
              <w:lastRenderedPageBreak/>
              <w:t>Taktyki autoprezentacyjne. Przekaz werbalny i niewerbalny jako dwa nieodłączne elementy autoprezentacji</w:t>
            </w:r>
          </w:p>
        </w:tc>
      </w:tr>
      <w:tr w:rsidR="005F2B8F" w:rsidRPr="00D342C2" w14:paraId="47590F4E" w14:textId="77777777" w:rsidTr="00623D4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9406B" w14:textId="77777777" w:rsidR="005F2B8F" w:rsidRPr="00D342C2" w:rsidRDefault="005F2B8F" w:rsidP="005F2B8F">
            <w:pPr>
              <w:rPr>
                <w:rFonts w:ascii="Corbel" w:hAnsi="Corbel"/>
                <w:sz w:val="24"/>
                <w:szCs w:val="24"/>
              </w:rPr>
            </w:pPr>
            <w:r w:rsidRPr="00D342C2">
              <w:rPr>
                <w:rFonts w:ascii="Corbel" w:hAnsi="Corbel"/>
                <w:sz w:val="24"/>
                <w:szCs w:val="24"/>
              </w:rPr>
              <w:t>Etykieta sytuacji komunikacyjnej w pracy socjalnej</w:t>
            </w:r>
          </w:p>
        </w:tc>
      </w:tr>
      <w:tr w:rsidR="005F2B8F" w:rsidRPr="00D342C2" w14:paraId="0BFE0A18" w14:textId="77777777" w:rsidTr="00623D4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CF349" w14:textId="77777777" w:rsidR="005F2B8F" w:rsidRPr="00D342C2" w:rsidRDefault="005F2B8F" w:rsidP="005F2B8F">
            <w:pPr>
              <w:rPr>
                <w:rFonts w:ascii="Corbel" w:hAnsi="Corbel"/>
                <w:sz w:val="24"/>
                <w:szCs w:val="24"/>
              </w:rPr>
            </w:pPr>
            <w:r w:rsidRPr="00D342C2">
              <w:rPr>
                <w:rFonts w:ascii="Corbel" w:hAnsi="Corbel"/>
                <w:sz w:val="24"/>
                <w:szCs w:val="24"/>
              </w:rPr>
              <w:t xml:space="preserve"> Kody kulturowe a autoprezentacja</w:t>
            </w:r>
          </w:p>
        </w:tc>
      </w:tr>
      <w:tr w:rsidR="005F2B8F" w:rsidRPr="00D342C2" w14:paraId="4A16FAB7" w14:textId="77777777" w:rsidTr="00623D4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5F4A4" w14:textId="77777777" w:rsidR="005F2B8F" w:rsidRPr="00D342C2" w:rsidRDefault="005F2B8F" w:rsidP="005F2B8F">
            <w:pPr>
              <w:rPr>
                <w:rFonts w:ascii="Corbel" w:hAnsi="Corbel"/>
                <w:sz w:val="24"/>
                <w:szCs w:val="24"/>
              </w:rPr>
            </w:pPr>
            <w:r w:rsidRPr="00D342C2">
              <w:rPr>
                <w:rFonts w:ascii="Corbel" w:hAnsi="Corbel"/>
                <w:sz w:val="24"/>
                <w:szCs w:val="24"/>
              </w:rPr>
              <w:t>Ubiór pracownika socjalnego w autoprezentacji</w:t>
            </w:r>
          </w:p>
        </w:tc>
      </w:tr>
    </w:tbl>
    <w:p w14:paraId="6E9D0EBA" w14:textId="77777777" w:rsidR="0085747A" w:rsidRPr="00A9460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A4AE404" w14:textId="77777777" w:rsidR="0085747A" w:rsidRPr="00A9460A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A9460A">
        <w:rPr>
          <w:rFonts w:ascii="Corbel" w:hAnsi="Corbel"/>
          <w:smallCaps w:val="0"/>
          <w:szCs w:val="24"/>
        </w:rPr>
        <w:t>3.4 Metody dydaktyczne</w:t>
      </w:r>
      <w:r w:rsidRPr="00A9460A">
        <w:rPr>
          <w:rFonts w:ascii="Corbel" w:hAnsi="Corbel"/>
          <w:b w:val="0"/>
          <w:smallCaps w:val="0"/>
          <w:szCs w:val="24"/>
        </w:rPr>
        <w:t xml:space="preserve"> </w:t>
      </w:r>
    </w:p>
    <w:p w14:paraId="461A3D67" w14:textId="7EC919D3" w:rsidR="0085747A" w:rsidRPr="00A9460A" w:rsidRDefault="005F2B8F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5F2B8F">
        <w:rPr>
          <w:rFonts w:ascii="Corbel" w:hAnsi="Corbel"/>
          <w:b w:val="0"/>
          <w:smallCaps w:val="0"/>
          <w:szCs w:val="24"/>
        </w:rPr>
        <w:t>praca w grupach, dyskusja, metoda analizy studium przypadku</w:t>
      </w:r>
    </w:p>
    <w:p w14:paraId="77B26AFC" w14:textId="77777777" w:rsidR="00E960BB" w:rsidRPr="00A9460A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2BF4C32" w14:textId="77777777" w:rsidR="0085747A" w:rsidRPr="00A9460A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A9460A">
        <w:rPr>
          <w:rFonts w:ascii="Corbel" w:hAnsi="Corbel"/>
          <w:smallCaps w:val="0"/>
          <w:szCs w:val="24"/>
        </w:rPr>
        <w:t xml:space="preserve">4. </w:t>
      </w:r>
      <w:r w:rsidR="0085747A" w:rsidRPr="00A9460A">
        <w:rPr>
          <w:rFonts w:ascii="Corbel" w:hAnsi="Corbel"/>
          <w:smallCaps w:val="0"/>
          <w:szCs w:val="24"/>
        </w:rPr>
        <w:t>METODY I KRYTERIA OCENY</w:t>
      </w:r>
      <w:r w:rsidR="009F4610" w:rsidRPr="00A9460A">
        <w:rPr>
          <w:rFonts w:ascii="Corbel" w:hAnsi="Corbel"/>
          <w:smallCaps w:val="0"/>
          <w:szCs w:val="24"/>
        </w:rPr>
        <w:t xml:space="preserve"> </w:t>
      </w:r>
    </w:p>
    <w:p w14:paraId="4FDADD60" w14:textId="77777777" w:rsidR="00923D7D" w:rsidRPr="00A9460A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A6B8318" w14:textId="77777777" w:rsidR="0085747A" w:rsidRPr="00A9460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9460A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A9460A">
        <w:rPr>
          <w:rFonts w:ascii="Corbel" w:hAnsi="Corbel"/>
          <w:smallCaps w:val="0"/>
          <w:szCs w:val="24"/>
        </w:rPr>
        <w:t>uczenia się</w:t>
      </w:r>
    </w:p>
    <w:p w14:paraId="2990F3AE" w14:textId="77777777" w:rsidR="0085747A" w:rsidRPr="00A9460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A9460A" w14:paraId="1A60FA1D" w14:textId="77777777" w:rsidTr="00731FC9">
        <w:tc>
          <w:tcPr>
            <w:tcW w:w="1962" w:type="dxa"/>
            <w:vAlign w:val="center"/>
          </w:tcPr>
          <w:p w14:paraId="38E12A63" w14:textId="77777777" w:rsidR="0085747A" w:rsidRPr="00A9460A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9460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123D914" w14:textId="77777777" w:rsidR="0085747A" w:rsidRPr="00A9460A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946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74BA82F" w14:textId="77777777" w:rsidR="0085747A" w:rsidRPr="00A9460A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946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A946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3C7FFDB3" w14:textId="77777777" w:rsidR="00923D7D" w:rsidRPr="00A9460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9460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53481B7" w14:textId="77777777" w:rsidR="0085747A" w:rsidRPr="00A9460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9460A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A9460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A9460A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0B5AFF" w:rsidRPr="00A9460A" w14:paraId="44896DB2" w14:textId="77777777" w:rsidTr="00731FC9">
        <w:tc>
          <w:tcPr>
            <w:tcW w:w="1962" w:type="dxa"/>
          </w:tcPr>
          <w:p w14:paraId="1567D998" w14:textId="77777777" w:rsidR="000B5AFF" w:rsidRPr="00A9460A" w:rsidRDefault="000B5AFF" w:rsidP="000B5AF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9460A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4C135264" w14:textId="77777777" w:rsidR="000B5AFF" w:rsidRPr="00A9460A" w:rsidRDefault="00623D47" w:rsidP="000B5AFF">
            <w:pPr>
              <w:rPr>
                <w:rFonts w:ascii="Corbel" w:hAnsi="Corbel"/>
              </w:rPr>
            </w:pPr>
            <w:r>
              <w:rPr>
                <w:rFonts w:ascii="Corbel" w:hAnsi="Corbel"/>
              </w:rPr>
              <w:t>obserwacja w trakcie zajęć</w:t>
            </w:r>
          </w:p>
        </w:tc>
        <w:tc>
          <w:tcPr>
            <w:tcW w:w="2117" w:type="dxa"/>
          </w:tcPr>
          <w:p w14:paraId="1C4CACAF" w14:textId="087D82C3" w:rsidR="000B5AFF" w:rsidRPr="00A9460A" w:rsidRDefault="00965173" w:rsidP="000B5AFF">
            <w:pPr>
              <w:rPr>
                <w:rFonts w:ascii="Corbel" w:hAnsi="Corbel"/>
              </w:rPr>
            </w:pPr>
            <w:r>
              <w:rPr>
                <w:rFonts w:ascii="Corbel" w:hAnsi="Corbel"/>
              </w:rPr>
              <w:t>konwersatorium</w:t>
            </w:r>
          </w:p>
        </w:tc>
      </w:tr>
      <w:tr w:rsidR="00965173" w:rsidRPr="00A9460A" w14:paraId="58DB7656" w14:textId="77777777" w:rsidTr="00731FC9">
        <w:tc>
          <w:tcPr>
            <w:tcW w:w="1962" w:type="dxa"/>
          </w:tcPr>
          <w:p w14:paraId="67422160" w14:textId="77777777" w:rsidR="00965173" w:rsidRPr="00A9460A" w:rsidRDefault="00965173" w:rsidP="0096517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9460A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6F07464D" w14:textId="77777777" w:rsidR="00965173" w:rsidRDefault="00965173" w:rsidP="00965173">
            <w:r w:rsidRPr="00623D47">
              <w:t>obserwacja w trakcie zajęć</w:t>
            </w:r>
          </w:p>
        </w:tc>
        <w:tc>
          <w:tcPr>
            <w:tcW w:w="2117" w:type="dxa"/>
          </w:tcPr>
          <w:p w14:paraId="0520DD6E" w14:textId="7B8B47CD" w:rsidR="00965173" w:rsidRPr="00965173" w:rsidRDefault="00965173" w:rsidP="00965173">
            <w:pPr>
              <w:rPr>
                <w:rFonts w:ascii="Corbel" w:hAnsi="Corbel"/>
              </w:rPr>
            </w:pPr>
            <w:r w:rsidRPr="005812A4">
              <w:rPr>
                <w:rFonts w:ascii="Corbel" w:hAnsi="Corbel"/>
              </w:rPr>
              <w:t>konwersatorium</w:t>
            </w:r>
          </w:p>
        </w:tc>
      </w:tr>
      <w:tr w:rsidR="00965173" w:rsidRPr="00A9460A" w14:paraId="056203AE" w14:textId="77777777" w:rsidTr="00731FC9">
        <w:tc>
          <w:tcPr>
            <w:tcW w:w="1962" w:type="dxa"/>
          </w:tcPr>
          <w:p w14:paraId="7657B5FA" w14:textId="77777777" w:rsidR="00965173" w:rsidRPr="00A9460A" w:rsidRDefault="00965173" w:rsidP="0096517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9460A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1DED37E0" w14:textId="52C686EC" w:rsidR="00965173" w:rsidRDefault="00965173" w:rsidP="00965173">
            <w:r w:rsidRPr="00623D47">
              <w:t>obserwacja w trakcie zajęć</w:t>
            </w:r>
          </w:p>
        </w:tc>
        <w:tc>
          <w:tcPr>
            <w:tcW w:w="2117" w:type="dxa"/>
          </w:tcPr>
          <w:p w14:paraId="30855030" w14:textId="4426F548" w:rsidR="00965173" w:rsidRPr="00965173" w:rsidRDefault="00965173" w:rsidP="00965173">
            <w:pPr>
              <w:rPr>
                <w:rFonts w:ascii="Corbel" w:hAnsi="Corbel"/>
              </w:rPr>
            </w:pPr>
            <w:r w:rsidRPr="005812A4">
              <w:rPr>
                <w:rFonts w:ascii="Corbel" w:hAnsi="Corbel"/>
              </w:rPr>
              <w:t>konwersatorium</w:t>
            </w:r>
          </w:p>
        </w:tc>
      </w:tr>
    </w:tbl>
    <w:p w14:paraId="1C33CD34" w14:textId="77777777" w:rsidR="00923D7D" w:rsidRPr="00A9460A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541711" w14:textId="77777777" w:rsidR="0085747A" w:rsidRPr="00A9460A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9460A">
        <w:rPr>
          <w:rFonts w:ascii="Corbel" w:hAnsi="Corbel"/>
          <w:smallCaps w:val="0"/>
          <w:szCs w:val="24"/>
        </w:rPr>
        <w:t xml:space="preserve">4.2 </w:t>
      </w:r>
      <w:r w:rsidR="0085747A" w:rsidRPr="00A9460A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A9460A">
        <w:rPr>
          <w:rFonts w:ascii="Corbel" w:hAnsi="Corbel"/>
          <w:smallCaps w:val="0"/>
          <w:szCs w:val="24"/>
        </w:rPr>
        <w:t xml:space="preserve"> </w:t>
      </w:r>
    </w:p>
    <w:p w14:paraId="57058C1D" w14:textId="77777777" w:rsidR="00923D7D" w:rsidRPr="00A9460A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9460A" w14:paraId="60A50634" w14:textId="77777777" w:rsidTr="00923D7D">
        <w:tc>
          <w:tcPr>
            <w:tcW w:w="9670" w:type="dxa"/>
          </w:tcPr>
          <w:p w14:paraId="0ADD236F" w14:textId="455F0ECF" w:rsidR="00F94E3F" w:rsidRPr="00A9460A" w:rsidRDefault="005F2B8F" w:rsidP="00623D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2B8F">
              <w:rPr>
                <w:rFonts w:ascii="Corbel" w:hAnsi="Corbel"/>
                <w:b w:val="0"/>
                <w:smallCaps w:val="0"/>
                <w:szCs w:val="24"/>
              </w:rPr>
              <w:t>Aktywność na zajęciach – wykonanie zadania związanego z prezentacją własnej osoby (wchodzenie w role</w:t>
            </w:r>
            <w:r w:rsidR="00F53911">
              <w:rPr>
                <w:rFonts w:ascii="Corbel" w:hAnsi="Corbel"/>
                <w:b w:val="0"/>
                <w:smallCaps w:val="0"/>
                <w:szCs w:val="24"/>
              </w:rPr>
              <w:t>/ nagranie filmu informującego</w:t>
            </w:r>
            <w:r w:rsidRPr="005F2B8F">
              <w:rPr>
                <w:rFonts w:ascii="Corbel" w:hAnsi="Corbel"/>
                <w:b w:val="0"/>
                <w:smallCaps w:val="0"/>
                <w:szCs w:val="24"/>
              </w:rPr>
              <w:t>): max 3 pkt. (3-rewelacyjnie, 2-poprawnie, 1-słabo, 0-błędnie).</w:t>
            </w:r>
          </w:p>
        </w:tc>
      </w:tr>
    </w:tbl>
    <w:p w14:paraId="35EBF187" w14:textId="77777777" w:rsidR="0085747A" w:rsidRPr="00A9460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79D8C74" w14:textId="77777777" w:rsidR="009F4610" w:rsidRPr="00A9460A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9460A">
        <w:rPr>
          <w:rFonts w:ascii="Corbel" w:hAnsi="Corbel"/>
          <w:b/>
          <w:sz w:val="24"/>
          <w:szCs w:val="24"/>
        </w:rPr>
        <w:t xml:space="preserve">5. </w:t>
      </w:r>
      <w:r w:rsidR="00C61DC5" w:rsidRPr="00A9460A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22211C3" w14:textId="77777777" w:rsidR="0085747A" w:rsidRPr="00A9460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A9460A" w14:paraId="69B6CAAC" w14:textId="77777777" w:rsidTr="00F53D02">
        <w:tc>
          <w:tcPr>
            <w:tcW w:w="4902" w:type="dxa"/>
            <w:vAlign w:val="center"/>
          </w:tcPr>
          <w:p w14:paraId="60103496" w14:textId="77777777" w:rsidR="0085747A" w:rsidRPr="00A9460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9460A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A9460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A9460A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68BE5B05" w14:textId="77777777" w:rsidR="0085747A" w:rsidRPr="00A9460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9460A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A9460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A946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A9460A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0B5AFF" w:rsidRPr="00A9460A" w14:paraId="565002F0" w14:textId="77777777" w:rsidTr="00F53D02">
        <w:tc>
          <w:tcPr>
            <w:tcW w:w="4902" w:type="dxa"/>
          </w:tcPr>
          <w:p w14:paraId="248A0BFE" w14:textId="77777777" w:rsidR="000B5AFF" w:rsidRPr="00A9460A" w:rsidRDefault="000B5AFF" w:rsidP="000B5A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9460A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5EFACB24" w14:textId="4B49D5F6" w:rsidR="000B5AFF" w:rsidRPr="00A9460A" w:rsidRDefault="00990DBE" w:rsidP="00DD205D">
            <w:pPr>
              <w:rPr>
                <w:rFonts w:ascii="Corbel" w:hAnsi="Corbel"/>
              </w:rPr>
            </w:pPr>
            <w:r>
              <w:rPr>
                <w:rFonts w:ascii="Corbel" w:hAnsi="Corbel"/>
              </w:rPr>
              <w:t>1</w:t>
            </w:r>
            <w:r w:rsidR="00DD205D">
              <w:rPr>
                <w:rFonts w:ascii="Corbel" w:hAnsi="Corbel"/>
              </w:rPr>
              <w:t>0</w:t>
            </w:r>
          </w:p>
        </w:tc>
      </w:tr>
      <w:tr w:rsidR="000B5AFF" w:rsidRPr="00A9460A" w14:paraId="3DC48647" w14:textId="77777777" w:rsidTr="00F53D02">
        <w:tc>
          <w:tcPr>
            <w:tcW w:w="4902" w:type="dxa"/>
          </w:tcPr>
          <w:p w14:paraId="568D8961" w14:textId="77777777" w:rsidR="000B5AFF" w:rsidRPr="00A9460A" w:rsidRDefault="000B5AFF" w:rsidP="000B5A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9460A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0EDC2010" w14:textId="77777777" w:rsidR="000B5AFF" w:rsidRPr="00A9460A" w:rsidRDefault="000B5AFF" w:rsidP="000B5A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9460A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2DC6C6C7" w14:textId="77777777" w:rsidR="000B5AFF" w:rsidRPr="00A9460A" w:rsidRDefault="008F0F64" w:rsidP="000B5AFF">
            <w:pPr>
              <w:rPr>
                <w:rFonts w:ascii="Corbel" w:hAnsi="Corbel"/>
              </w:rPr>
            </w:pPr>
            <w:r>
              <w:rPr>
                <w:rFonts w:ascii="Corbel" w:hAnsi="Corbel"/>
              </w:rPr>
              <w:t>1</w:t>
            </w:r>
          </w:p>
        </w:tc>
      </w:tr>
      <w:tr w:rsidR="000B5AFF" w:rsidRPr="00A9460A" w14:paraId="509AE1BF" w14:textId="77777777" w:rsidTr="00F53D02">
        <w:tc>
          <w:tcPr>
            <w:tcW w:w="4902" w:type="dxa"/>
          </w:tcPr>
          <w:p w14:paraId="37601E4C" w14:textId="77777777" w:rsidR="000B5AFF" w:rsidRPr="00A9460A" w:rsidRDefault="000B5AFF" w:rsidP="000B5A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9460A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A9460A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A9460A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7D770E8A" w14:textId="77777777" w:rsidR="000B5AFF" w:rsidRPr="00A9460A" w:rsidRDefault="000B5AFF" w:rsidP="000B5A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9460A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</w:tcPr>
          <w:p w14:paraId="5B75C888" w14:textId="22662A5B" w:rsidR="000B5AFF" w:rsidRPr="00A9460A" w:rsidRDefault="00990DBE" w:rsidP="00DD205D">
            <w:pPr>
              <w:rPr>
                <w:rFonts w:ascii="Corbel" w:hAnsi="Corbel"/>
              </w:rPr>
            </w:pPr>
            <w:r>
              <w:rPr>
                <w:rFonts w:ascii="Corbel" w:hAnsi="Corbel"/>
              </w:rPr>
              <w:t>3</w:t>
            </w:r>
            <w:r w:rsidR="00DD205D">
              <w:rPr>
                <w:rFonts w:ascii="Corbel" w:hAnsi="Corbel"/>
              </w:rPr>
              <w:t>9</w:t>
            </w:r>
            <w:bookmarkStart w:id="0" w:name="_GoBack"/>
            <w:bookmarkEnd w:id="0"/>
          </w:p>
        </w:tc>
      </w:tr>
      <w:tr w:rsidR="000B5AFF" w:rsidRPr="00A9460A" w14:paraId="69B39FC6" w14:textId="77777777" w:rsidTr="00F53D02">
        <w:tc>
          <w:tcPr>
            <w:tcW w:w="4902" w:type="dxa"/>
          </w:tcPr>
          <w:p w14:paraId="60D33C25" w14:textId="77777777" w:rsidR="000B5AFF" w:rsidRPr="00A9460A" w:rsidRDefault="000B5AFF" w:rsidP="000B5A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9460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22B73687" w14:textId="77777777" w:rsidR="000B5AFF" w:rsidRPr="00A9460A" w:rsidRDefault="0084626E" w:rsidP="000B5AFF">
            <w:pPr>
              <w:rPr>
                <w:rFonts w:ascii="Corbel" w:hAnsi="Corbel"/>
              </w:rPr>
            </w:pPr>
            <w:r>
              <w:rPr>
                <w:rFonts w:ascii="Corbel" w:hAnsi="Corbel"/>
              </w:rPr>
              <w:t>5</w:t>
            </w:r>
            <w:r w:rsidR="008F0F64">
              <w:rPr>
                <w:rFonts w:ascii="Corbel" w:hAnsi="Corbel"/>
              </w:rPr>
              <w:t>0</w:t>
            </w:r>
          </w:p>
        </w:tc>
      </w:tr>
      <w:tr w:rsidR="000B5AFF" w:rsidRPr="00A9460A" w14:paraId="09B26650" w14:textId="77777777" w:rsidTr="00F53D02">
        <w:tc>
          <w:tcPr>
            <w:tcW w:w="4902" w:type="dxa"/>
          </w:tcPr>
          <w:p w14:paraId="2B055AC1" w14:textId="77777777" w:rsidR="000B5AFF" w:rsidRPr="00A9460A" w:rsidRDefault="000B5AFF" w:rsidP="000B5AFF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9460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07776034" w14:textId="77777777" w:rsidR="000B5AFF" w:rsidRPr="00A9460A" w:rsidRDefault="008F0F64" w:rsidP="000B5AFF">
            <w:pPr>
              <w:rPr>
                <w:rFonts w:ascii="Corbel" w:hAnsi="Corbel"/>
              </w:rPr>
            </w:pPr>
            <w:r>
              <w:rPr>
                <w:rFonts w:ascii="Corbel" w:hAnsi="Corbel"/>
              </w:rPr>
              <w:t>2</w:t>
            </w:r>
          </w:p>
        </w:tc>
      </w:tr>
    </w:tbl>
    <w:p w14:paraId="1C0BC01D" w14:textId="77777777" w:rsidR="0085747A" w:rsidRPr="00A9460A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9460A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A9460A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9D5E318" w14:textId="77777777" w:rsidR="003E1941" w:rsidRPr="00A9460A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D75B8ED" w14:textId="77777777" w:rsidR="0085747A" w:rsidRPr="00A9460A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9460A">
        <w:rPr>
          <w:rFonts w:ascii="Corbel" w:hAnsi="Corbel"/>
          <w:smallCaps w:val="0"/>
          <w:szCs w:val="24"/>
        </w:rPr>
        <w:t xml:space="preserve">6. </w:t>
      </w:r>
      <w:r w:rsidR="0085747A" w:rsidRPr="00A9460A">
        <w:rPr>
          <w:rFonts w:ascii="Corbel" w:hAnsi="Corbel"/>
          <w:smallCaps w:val="0"/>
          <w:szCs w:val="24"/>
        </w:rPr>
        <w:t>PRAKTYKI ZAWO</w:t>
      </w:r>
      <w:r w:rsidR="009D3F3B" w:rsidRPr="00A9460A">
        <w:rPr>
          <w:rFonts w:ascii="Corbel" w:hAnsi="Corbel"/>
          <w:smallCaps w:val="0"/>
          <w:szCs w:val="24"/>
        </w:rPr>
        <w:t>DOWE W RAMACH PRZEDMIOTU</w:t>
      </w:r>
    </w:p>
    <w:p w14:paraId="5844588D" w14:textId="77777777" w:rsidR="0085747A" w:rsidRPr="00A9460A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A9460A" w14:paraId="7074F0DB" w14:textId="77777777" w:rsidTr="0071620A">
        <w:trPr>
          <w:trHeight w:val="397"/>
        </w:trPr>
        <w:tc>
          <w:tcPr>
            <w:tcW w:w="3544" w:type="dxa"/>
          </w:tcPr>
          <w:p w14:paraId="51060E2F" w14:textId="77777777" w:rsidR="0085747A" w:rsidRPr="00A9460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9460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05B0FAA" w14:textId="77777777" w:rsidR="0085747A" w:rsidRPr="00A9460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A9460A" w14:paraId="5221A0B6" w14:textId="77777777" w:rsidTr="0071620A">
        <w:trPr>
          <w:trHeight w:val="397"/>
        </w:trPr>
        <w:tc>
          <w:tcPr>
            <w:tcW w:w="3544" w:type="dxa"/>
          </w:tcPr>
          <w:p w14:paraId="5148E463" w14:textId="77777777" w:rsidR="0085747A" w:rsidRPr="00A9460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9460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46E9A48" w14:textId="77777777" w:rsidR="0085747A" w:rsidRPr="00A9460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F1F36F6" w14:textId="77777777" w:rsidR="003E1941" w:rsidRPr="00A9460A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B8C7B33" w14:textId="77777777" w:rsidR="0085747A" w:rsidRPr="00A9460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9460A">
        <w:rPr>
          <w:rFonts w:ascii="Corbel" w:hAnsi="Corbel"/>
          <w:smallCaps w:val="0"/>
          <w:szCs w:val="24"/>
        </w:rPr>
        <w:t xml:space="preserve">7. </w:t>
      </w:r>
      <w:r w:rsidR="0085747A" w:rsidRPr="00A9460A">
        <w:rPr>
          <w:rFonts w:ascii="Corbel" w:hAnsi="Corbel"/>
          <w:smallCaps w:val="0"/>
          <w:szCs w:val="24"/>
        </w:rPr>
        <w:t>LITERATURA</w:t>
      </w:r>
      <w:r w:rsidRPr="00A9460A">
        <w:rPr>
          <w:rFonts w:ascii="Corbel" w:hAnsi="Corbel"/>
          <w:smallCaps w:val="0"/>
          <w:szCs w:val="24"/>
        </w:rPr>
        <w:t xml:space="preserve"> </w:t>
      </w:r>
    </w:p>
    <w:p w14:paraId="6EB48407" w14:textId="45C4D58A" w:rsidR="00E045C1" w:rsidRDefault="00E045C1" w:rsidP="0034125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3"/>
      </w:tblGrid>
      <w:tr w:rsidR="00E045C1" w:rsidRPr="00A9460A" w14:paraId="49B4FD58" w14:textId="77777777" w:rsidTr="0078406A">
        <w:trPr>
          <w:trHeight w:val="397"/>
        </w:trPr>
        <w:tc>
          <w:tcPr>
            <w:tcW w:w="7513" w:type="dxa"/>
          </w:tcPr>
          <w:p w14:paraId="15C01808" w14:textId="77777777" w:rsidR="00E045C1" w:rsidRDefault="00E045C1" w:rsidP="007840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9460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566AA39" w14:textId="77777777" w:rsidR="00E045C1" w:rsidRDefault="00E045C1" w:rsidP="0078406A">
            <w:pPr>
              <w:pStyle w:val="Punktygwne"/>
              <w:spacing w:before="0" w:after="0"/>
              <w:ind w:firstLine="342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045C1">
              <w:rPr>
                <w:rFonts w:ascii="Corbel" w:hAnsi="Corbel"/>
                <w:b w:val="0"/>
                <w:smallCaps w:val="0"/>
                <w:szCs w:val="24"/>
              </w:rPr>
              <w:t>Adler R.,</w:t>
            </w:r>
            <w:r w:rsidRPr="00E045C1">
              <w:t xml:space="preserve"> </w:t>
            </w:r>
            <w:proofErr w:type="spellStart"/>
            <w:r w:rsidRPr="00E045C1">
              <w:rPr>
                <w:rFonts w:ascii="Corbel" w:hAnsi="Corbel"/>
                <w:b w:val="0"/>
                <w:smallCaps w:val="0"/>
                <w:szCs w:val="24"/>
              </w:rPr>
              <w:t>Gast</w:t>
            </w:r>
            <w:proofErr w:type="spellEnd"/>
            <w:r w:rsidRPr="00E045C1">
              <w:rPr>
                <w:rFonts w:ascii="Corbel" w:hAnsi="Corbel"/>
                <w:b w:val="0"/>
                <w:smallCaps w:val="0"/>
                <w:szCs w:val="24"/>
              </w:rPr>
              <w:t xml:space="preserve"> L., </w:t>
            </w:r>
            <w:proofErr w:type="spellStart"/>
            <w:r w:rsidRPr="00E045C1">
              <w:rPr>
                <w:rFonts w:ascii="Corbel" w:hAnsi="Corbel"/>
                <w:b w:val="0"/>
                <w:smallCaps w:val="0"/>
                <w:szCs w:val="24"/>
              </w:rPr>
              <w:t>Bailey</w:t>
            </w:r>
            <w:proofErr w:type="spellEnd"/>
            <w:r w:rsidRPr="00E045C1">
              <w:rPr>
                <w:rFonts w:ascii="Corbel" w:hAnsi="Corbel"/>
                <w:b w:val="0"/>
                <w:smallCaps w:val="0"/>
                <w:szCs w:val="24"/>
              </w:rPr>
              <w:t xml:space="preserve"> M., (i. in.). (2014). </w:t>
            </w:r>
            <w:r w:rsidRPr="00C23C87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Doskonalenie komunikacji w pracy socjalnej</w:t>
            </w:r>
            <w:r w:rsidRPr="00D502CF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Warszawa:</w:t>
            </w:r>
            <w:r w:rsidRPr="00D502CF">
              <w:rPr>
                <w:rFonts w:ascii="Corbel" w:hAnsi="Corbel"/>
                <w:b w:val="0"/>
                <w:smallCaps w:val="0"/>
                <w:szCs w:val="24"/>
              </w:rPr>
              <w:t xml:space="preserve"> Centrum Rozwoju Zasobów Ludzkich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4E9D12D7" w14:textId="77777777" w:rsidR="00E045C1" w:rsidRDefault="00AF59B3" w:rsidP="0078406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hyperlink r:id="rId8" w:history="1">
              <w:r w:rsidR="00E045C1" w:rsidRPr="00CA09BD">
                <w:rPr>
                  <w:rStyle w:val="Hipercze"/>
                  <w:rFonts w:ascii="Corbel" w:hAnsi="Corbel"/>
                  <w:b w:val="0"/>
                  <w:smallCaps w:val="0"/>
                  <w:szCs w:val="24"/>
                </w:rPr>
                <w:t>http://www.nowatorskiemetodypracysocjalnejszkolenie.mpips.gov.pl/pliki/98/30_Doskonalenia%20komunikacji.pdf</w:t>
              </w:r>
            </w:hyperlink>
          </w:p>
          <w:p w14:paraId="7AE89C8A" w14:textId="77777777" w:rsidR="00E045C1" w:rsidRDefault="00E045C1" w:rsidP="0078406A">
            <w:pPr>
              <w:pStyle w:val="Punktygwne"/>
              <w:spacing w:before="0" w:after="0"/>
              <w:ind w:firstLine="342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EE4278">
              <w:rPr>
                <w:rFonts w:ascii="Corbel" w:hAnsi="Corbel"/>
                <w:b w:val="0"/>
                <w:smallCaps w:val="0"/>
                <w:szCs w:val="24"/>
              </w:rPr>
              <w:t>Gast</w:t>
            </w:r>
            <w:proofErr w:type="spellEnd"/>
            <w:r w:rsidRPr="00EE4278">
              <w:rPr>
                <w:rFonts w:ascii="Corbel" w:hAnsi="Corbel"/>
                <w:b w:val="0"/>
                <w:smallCaps w:val="0"/>
                <w:szCs w:val="24"/>
              </w:rPr>
              <w:t xml:space="preserve">, L., </w:t>
            </w:r>
            <w:proofErr w:type="spellStart"/>
            <w:r w:rsidRPr="00EE4278">
              <w:rPr>
                <w:rFonts w:ascii="Corbel" w:hAnsi="Corbel"/>
                <w:b w:val="0"/>
                <w:smallCaps w:val="0"/>
                <w:szCs w:val="24"/>
              </w:rPr>
              <w:t>Bailey</w:t>
            </w:r>
            <w:proofErr w:type="spellEnd"/>
            <w:r w:rsidRPr="00EE4278">
              <w:rPr>
                <w:rFonts w:ascii="Corbel" w:hAnsi="Corbel"/>
                <w:b w:val="0"/>
                <w:smallCaps w:val="0"/>
                <w:szCs w:val="24"/>
              </w:rPr>
              <w:t xml:space="preserve">, M., &amp; Stępień, J. R. (2014). </w:t>
            </w:r>
            <w:r w:rsidRPr="00C23C87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Doskonalenie komunikacji w pracy socjalnej</w:t>
            </w:r>
            <w:r w:rsidRPr="00EE4278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Warszawa: </w:t>
            </w:r>
            <w:r w:rsidRPr="00EE4278">
              <w:rPr>
                <w:rFonts w:ascii="Corbel" w:hAnsi="Corbel"/>
                <w:b w:val="0"/>
                <w:smallCaps w:val="0"/>
                <w:szCs w:val="24"/>
              </w:rPr>
              <w:t>Centrum Rozwoju Zasobów Ludzkich.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48CA638D" w14:textId="77777777" w:rsidR="00E045C1" w:rsidRDefault="00AF59B3" w:rsidP="0078406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hyperlink r:id="rId9" w:history="1">
              <w:r w:rsidR="00E045C1" w:rsidRPr="00CA09BD">
                <w:rPr>
                  <w:rStyle w:val="Hipercze"/>
                  <w:rFonts w:ascii="Corbel" w:hAnsi="Corbel"/>
                  <w:b w:val="0"/>
                  <w:smallCaps w:val="0"/>
                  <w:szCs w:val="24"/>
                </w:rPr>
                <w:t>http://www.nowatorskiemetodypracysocjalnejszkolenie.mpips.gov.pl/pliki/98/30_Doskonalenia%20komunikacji.pdf</w:t>
              </w:r>
            </w:hyperlink>
          </w:p>
          <w:p w14:paraId="1759F729" w14:textId="77777777" w:rsidR="00E045C1" w:rsidRDefault="00E045C1" w:rsidP="0078406A">
            <w:pPr>
              <w:pStyle w:val="Punktygwne"/>
              <w:spacing w:before="0" w:after="0"/>
              <w:ind w:firstLine="342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695B42">
              <w:rPr>
                <w:rFonts w:ascii="Corbel" w:hAnsi="Corbel"/>
                <w:b w:val="0"/>
                <w:smallCaps w:val="0"/>
                <w:szCs w:val="24"/>
              </w:rPr>
              <w:t>Leary</w:t>
            </w:r>
            <w:proofErr w:type="spellEnd"/>
            <w:r w:rsidRPr="00695B42">
              <w:rPr>
                <w:rFonts w:ascii="Corbel" w:hAnsi="Corbel"/>
                <w:b w:val="0"/>
                <w:smallCaps w:val="0"/>
                <w:szCs w:val="24"/>
              </w:rPr>
              <w:t xml:space="preserve"> M. R. (2017). </w:t>
            </w:r>
            <w:r w:rsidRPr="00C23C87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Wywieranie wrażenia: strategie autoprezentacji</w:t>
            </w:r>
            <w:r w:rsidRPr="00695B42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Sopot: </w:t>
            </w:r>
            <w:r w:rsidRPr="00695B42">
              <w:rPr>
                <w:rFonts w:ascii="Corbel" w:hAnsi="Corbel"/>
                <w:b w:val="0"/>
                <w:smallCaps w:val="0"/>
                <w:szCs w:val="24"/>
              </w:rPr>
              <w:t>Gdańskie Wydawnictwo Psychologiczne.</w:t>
            </w:r>
          </w:p>
          <w:p w14:paraId="716B98B0" w14:textId="77777777" w:rsidR="00E045C1" w:rsidRDefault="00E045C1" w:rsidP="0078406A">
            <w:pPr>
              <w:pStyle w:val="Punktygwne"/>
              <w:spacing w:before="0" w:after="0"/>
              <w:ind w:firstLine="342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D0C22">
              <w:rPr>
                <w:rFonts w:ascii="Corbel" w:hAnsi="Corbel"/>
                <w:b w:val="0"/>
                <w:smallCaps w:val="0"/>
                <w:szCs w:val="24"/>
              </w:rPr>
              <w:t xml:space="preserve">Pokrzywa M.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(2018). </w:t>
            </w:r>
            <w:r w:rsidRPr="00C23C87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Wizerunek pracownika socjalnego w Polsce</w:t>
            </w:r>
            <w:r w:rsidRPr="007D0C22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W:</w:t>
            </w:r>
            <w:r w:rsidRPr="007D0C2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J.</w:t>
            </w:r>
            <w:r w:rsidRPr="00C931E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C931E5">
              <w:rPr>
                <w:rFonts w:ascii="Corbel" w:hAnsi="Corbel"/>
                <w:b w:val="0"/>
                <w:smallCaps w:val="0"/>
                <w:szCs w:val="24"/>
              </w:rPr>
              <w:t>Husár</w:t>
            </w:r>
            <w:proofErr w:type="spellEnd"/>
            <w:r w:rsidRPr="00C931E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(red.) </w:t>
            </w:r>
            <w:proofErr w:type="spellStart"/>
            <w:r w:rsidRPr="00C23C87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Nová</w:t>
            </w:r>
            <w:proofErr w:type="spellEnd"/>
            <w:r w:rsidRPr="00C23C87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 </w:t>
            </w:r>
            <w:proofErr w:type="spellStart"/>
            <w:r w:rsidRPr="00C23C87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sociálna</w:t>
            </w:r>
            <w:proofErr w:type="spellEnd"/>
            <w:r w:rsidRPr="00C23C87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 </w:t>
            </w:r>
            <w:proofErr w:type="spellStart"/>
            <w:r w:rsidRPr="00C23C87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edukácia</w:t>
            </w:r>
            <w:proofErr w:type="spellEnd"/>
            <w:r w:rsidRPr="00C23C87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 </w:t>
            </w:r>
            <w:proofErr w:type="spellStart"/>
            <w:r w:rsidRPr="00C23C87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človeka</w:t>
            </w:r>
            <w:proofErr w:type="spellEnd"/>
            <w:r w:rsidRPr="00C23C87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 VII  </w:t>
            </w:r>
            <w:proofErr w:type="spellStart"/>
            <w:r w:rsidRPr="00C23C87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Medzinárodná</w:t>
            </w:r>
            <w:proofErr w:type="spellEnd"/>
            <w:r w:rsidRPr="00C23C87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 </w:t>
            </w:r>
            <w:proofErr w:type="spellStart"/>
            <w:r w:rsidRPr="00C23C87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interdisciplinárna</w:t>
            </w:r>
            <w:proofErr w:type="spellEnd"/>
            <w:r w:rsidRPr="00C23C87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 </w:t>
            </w:r>
            <w:proofErr w:type="spellStart"/>
            <w:r w:rsidRPr="00C23C87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vedecká</w:t>
            </w:r>
            <w:proofErr w:type="spellEnd"/>
            <w:r w:rsidRPr="00C23C87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 </w:t>
            </w:r>
            <w:proofErr w:type="spellStart"/>
            <w:r w:rsidRPr="00C23C87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konferencia</w:t>
            </w:r>
            <w:proofErr w:type="spellEnd"/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. </w:t>
            </w:r>
            <w:proofErr w:type="spellStart"/>
            <w:r w:rsidRPr="007D0C22">
              <w:rPr>
                <w:rFonts w:ascii="Corbel" w:hAnsi="Corbel"/>
                <w:b w:val="0"/>
                <w:smallCaps w:val="0"/>
                <w:szCs w:val="24"/>
              </w:rPr>
              <w:t>Prešov</w:t>
            </w:r>
            <w:proofErr w:type="spellEnd"/>
            <w:r w:rsidRPr="007D0C22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proofErr w:type="spellStart"/>
            <w:r w:rsidRPr="007D0C22">
              <w:rPr>
                <w:rFonts w:ascii="Corbel" w:hAnsi="Corbel"/>
                <w:b w:val="0"/>
                <w:smallCaps w:val="0"/>
                <w:szCs w:val="24"/>
              </w:rPr>
              <w:t>Prešovská</w:t>
            </w:r>
            <w:proofErr w:type="spellEnd"/>
            <w:r w:rsidRPr="007D0C2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Pr="007D0C22">
              <w:rPr>
                <w:rFonts w:ascii="Corbel" w:hAnsi="Corbel"/>
                <w:b w:val="0"/>
                <w:smallCaps w:val="0"/>
                <w:szCs w:val="24"/>
              </w:rPr>
              <w:t>niverzita</w:t>
            </w:r>
            <w:proofErr w:type="spellEnd"/>
            <w:r w:rsidRPr="007D0C22">
              <w:rPr>
                <w:rFonts w:ascii="Corbel" w:hAnsi="Corbel"/>
                <w:b w:val="0"/>
                <w:smallCaps w:val="0"/>
                <w:szCs w:val="24"/>
              </w:rPr>
              <w:t xml:space="preserve"> v </w:t>
            </w:r>
            <w:proofErr w:type="spellStart"/>
            <w:r w:rsidRPr="007D0C22">
              <w:rPr>
                <w:rFonts w:ascii="Corbel" w:hAnsi="Corbel"/>
                <w:b w:val="0"/>
                <w:smallCaps w:val="0"/>
                <w:szCs w:val="24"/>
              </w:rPr>
              <w:t>Prešove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C23C87">
              <w:rPr>
                <w:rFonts w:ascii="Corbel" w:hAnsi="Corbel"/>
                <w:b w:val="0"/>
                <w:smallCaps w:val="0"/>
                <w:szCs w:val="24"/>
              </w:rPr>
              <w:t>ss.246-259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47CD8C00" w14:textId="77777777" w:rsidR="00E045C1" w:rsidRDefault="00AF59B3" w:rsidP="0078406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hyperlink r:id="rId10" w:history="1">
              <w:r w:rsidR="00E045C1" w:rsidRPr="00CA09BD">
                <w:rPr>
                  <w:rStyle w:val="Hipercze"/>
                  <w:rFonts w:ascii="Corbel" w:hAnsi="Corbel"/>
                  <w:b w:val="0"/>
                  <w:smallCaps w:val="0"/>
                  <w:szCs w:val="24"/>
                </w:rPr>
                <w:t>https://www.pulib.sk/web/kniznica/elpub/dokument/Husar8/subor/Pokrzywa.pdf</w:t>
              </w:r>
            </w:hyperlink>
          </w:p>
          <w:p w14:paraId="3380C3C7" w14:textId="77777777" w:rsidR="00E045C1" w:rsidRDefault="00E045C1" w:rsidP="0078406A">
            <w:pPr>
              <w:pStyle w:val="Punktygwne"/>
              <w:spacing w:before="0" w:after="0"/>
              <w:ind w:firstLine="342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502CF">
              <w:rPr>
                <w:rFonts w:ascii="Corbel" w:hAnsi="Corbel"/>
                <w:b w:val="0"/>
                <w:smallCaps w:val="0"/>
                <w:szCs w:val="24"/>
              </w:rPr>
              <w:t>Szyszka M. (2013</w:t>
            </w:r>
            <w:r w:rsidRPr="001A65FA">
              <w:rPr>
                <w:rFonts w:ascii="Corbel" w:hAnsi="Corbel"/>
                <w:b w:val="0"/>
                <w:smallCaps w:val="0"/>
                <w:szCs w:val="24"/>
              </w:rPr>
              <w:t>)</w:t>
            </w:r>
            <w:r w:rsidRPr="001A65FA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. Kształtowanie wizerunku instytucji pomocy społecznej w mediach</w:t>
            </w:r>
            <w:r w:rsidRPr="00D502CF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Warszawa: </w:t>
            </w:r>
            <w:r w:rsidRPr="00D502CF">
              <w:rPr>
                <w:rFonts w:ascii="Corbel" w:hAnsi="Corbel"/>
                <w:b w:val="0"/>
                <w:smallCaps w:val="0"/>
                <w:szCs w:val="24"/>
              </w:rPr>
              <w:t>Centrum Rozwoju Zasobów Ludzkich.</w:t>
            </w:r>
          </w:p>
          <w:p w14:paraId="6DE372B8" w14:textId="77777777" w:rsidR="00E045C1" w:rsidRPr="00DF4F79" w:rsidRDefault="00AF59B3" w:rsidP="0078406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hyperlink r:id="rId11" w:history="1">
              <w:r w:rsidR="00E045C1" w:rsidRPr="00CA09BD">
                <w:rPr>
                  <w:rStyle w:val="Hipercze"/>
                  <w:rFonts w:ascii="Corbel" w:hAnsi="Corbel"/>
                  <w:b w:val="0"/>
                  <w:smallCaps w:val="0"/>
                  <w:szCs w:val="24"/>
                </w:rPr>
                <w:t>https://depot.ceon.pl/bitstream/handle/123456789/2580/Micha%20%20Szyszka%20Kszta%20towanie%20wizerunku%20instytucji%20pomocy%20spo%20ecznej.pdf?sequence=1</w:t>
              </w:r>
            </w:hyperlink>
          </w:p>
        </w:tc>
      </w:tr>
    </w:tbl>
    <w:p w14:paraId="3F680697" w14:textId="77777777" w:rsidR="00E045C1" w:rsidRDefault="00E045C1" w:rsidP="00E045C1"/>
    <w:tbl>
      <w:tblPr>
        <w:tblW w:w="8959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9"/>
      </w:tblGrid>
      <w:tr w:rsidR="00E045C1" w:rsidRPr="00E045C1" w14:paraId="180F4D17" w14:textId="77777777" w:rsidTr="0078406A">
        <w:trPr>
          <w:trHeight w:val="397"/>
        </w:trPr>
        <w:tc>
          <w:tcPr>
            <w:tcW w:w="8959" w:type="dxa"/>
          </w:tcPr>
          <w:p w14:paraId="14D19EBB" w14:textId="77777777" w:rsidR="00E045C1" w:rsidRDefault="00E045C1" w:rsidP="007840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9460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8C33789" w14:textId="77777777" w:rsidR="00E045C1" w:rsidRDefault="00E045C1" w:rsidP="0078406A">
            <w:pPr>
              <w:pStyle w:val="Punktygwne"/>
              <w:spacing w:before="0" w:after="0"/>
              <w:ind w:firstLine="342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045C1">
              <w:rPr>
                <w:rFonts w:ascii="Corbel" w:hAnsi="Corbel"/>
                <w:b w:val="0"/>
                <w:smallCaps w:val="0"/>
                <w:szCs w:val="24"/>
              </w:rPr>
              <w:t xml:space="preserve">Adler R. B., </w:t>
            </w:r>
            <w:proofErr w:type="spellStart"/>
            <w:r w:rsidRPr="00E045C1">
              <w:rPr>
                <w:rFonts w:ascii="Corbel" w:hAnsi="Corbel"/>
                <w:b w:val="0"/>
                <w:smallCaps w:val="0"/>
                <w:szCs w:val="24"/>
              </w:rPr>
              <w:t>Proctor</w:t>
            </w:r>
            <w:proofErr w:type="spellEnd"/>
            <w:r w:rsidRPr="00E045C1">
              <w:rPr>
                <w:rFonts w:ascii="Corbel" w:hAnsi="Corbel"/>
                <w:b w:val="0"/>
                <w:smallCaps w:val="0"/>
                <w:szCs w:val="24"/>
              </w:rPr>
              <w:t xml:space="preserve">  R. F., Rosenfeld L. B., (i. in.). (2006). </w:t>
            </w:r>
            <w:r w:rsidRPr="001A65FA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Relacje interpersonalne: proces porozumiewania się</w:t>
            </w:r>
            <w:r w:rsidRPr="00EE4278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Poznań: </w:t>
            </w:r>
            <w:r w:rsidRPr="00EE4278">
              <w:rPr>
                <w:rFonts w:ascii="Corbel" w:hAnsi="Corbel"/>
                <w:b w:val="0"/>
                <w:smallCaps w:val="0"/>
                <w:szCs w:val="24"/>
              </w:rPr>
              <w:t>Dom Wydawniczy REBIS.</w:t>
            </w:r>
          </w:p>
          <w:p w14:paraId="0436672D" w14:textId="77777777" w:rsidR="00E045C1" w:rsidRDefault="00E045C1" w:rsidP="0078406A">
            <w:pPr>
              <w:pStyle w:val="Punktygwne"/>
              <w:spacing w:before="0" w:after="0"/>
              <w:ind w:firstLine="342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E4278">
              <w:rPr>
                <w:rFonts w:ascii="Corbel" w:hAnsi="Corbel"/>
                <w:b w:val="0"/>
                <w:smallCaps w:val="0"/>
                <w:szCs w:val="24"/>
              </w:rPr>
              <w:t>Hennessey R.,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E4278">
              <w:rPr>
                <w:rFonts w:ascii="Corbel" w:hAnsi="Corbel"/>
                <w:b w:val="0"/>
                <w:smallCaps w:val="0"/>
                <w:szCs w:val="24"/>
              </w:rPr>
              <w:t xml:space="preserve">Ołdak M. (2014). </w:t>
            </w:r>
            <w:r w:rsidRPr="001A65FA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Umiejętności interpersonalne w pracy socjalnej</w:t>
            </w:r>
            <w:r w:rsidRPr="00EE4278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Warszawa: </w:t>
            </w:r>
            <w:r w:rsidRPr="00EE4278">
              <w:rPr>
                <w:rFonts w:ascii="Corbel" w:hAnsi="Corbel"/>
                <w:b w:val="0"/>
                <w:smallCaps w:val="0"/>
                <w:szCs w:val="24"/>
              </w:rPr>
              <w:t>Centrum Rozwoju Zasobów Ludzkich</w:t>
            </w:r>
          </w:p>
          <w:p w14:paraId="3620EC1C" w14:textId="77777777" w:rsidR="00E045C1" w:rsidRDefault="00AF59B3" w:rsidP="0078406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hyperlink r:id="rId12" w:history="1">
              <w:r w:rsidR="00E045C1" w:rsidRPr="00CA09BD">
                <w:rPr>
                  <w:rStyle w:val="Hipercze"/>
                  <w:rFonts w:ascii="Corbel" w:hAnsi="Corbel"/>
                  <w:b w:val="0"/>
                  <w:smallCaps w:val="0"/>
                  <w:szCs w:val="24"/>
                </w:rPr>
                <w:t>http://www.nowatorskiemetodypracysocjalnej-szkolenie.mpips.gov.pl/publikacje.html</w:t>
              </w:r>
            </w:hyperlink>
          </w:p>
          <w:p w14:paraId="5933173C" w14:textId="63E06064" w:rsidR="00E045C1" w:rsidRPr="00E045C1" w:rsidRDefault="00E045C1" w:rsidP="00E045C1">
            <w:pPr>
              <w:pStyle w:val="Punktygwne"/>
              <w:spacing w:before="0" w:after="0"/>
              <w:ind w:firstLine="342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E4278">
              <w:rPr>
                <w:rFonts w:ascii="Corbel" w:hAnsi="Corbel"/>
                <w:b w:val="0"/>
                <w:smallCaps w:val="0"/>
                <w:szCs w:val="24"/>
              </w:rPr>
              <w:t xml:space="preserve">Łęcki K. (1999). </w:t>
            </w:r>
            <w:r w:rsidRPr="001A65FA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Komunikacja interpersonalna w pracy socjalnej</w:t>
            </w:r>
            <w:r w:rsidRPr="00EE4278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Katowice: Wydawnictwo </w:t>
            </w:r>
            <w:r w:rsidRPr="00EE4278">
              <w:rPr>
                <w:rFonts w:ascii="Corbel" w:hAnsi="Corbel"/>
                <w:b w:val="0"/>
                <w:smallCaps w:val="0"/>
                <w:szCs w:val="24"/>
              </w:rPr>
              <w:t>Śląsk.</w:t>
            </w:r>
          </w:p>
        </w:tc>
      </w:tr>
    </w:tbl>
    <w:p w14:paraId="76D626C9" w14:textId="77777777" w:rsidR="00E045C1" w:rsidRPr="00E045C1" w:rsidRDefault="00E045C1" w:rsidP="0034125F">
      <w:pPr>
        <w:pStyle w:val="Punktygwne"/>
        <w:spacing w:before="0" w:after="0"/>
        <w:rPr>
          <w:rFonts w:ascii="Corbel" w:hAnsi="Corbel"/>
          <w:b w:val="0"/>
          <w:smallCaps w:val="0"/>
          <w:szCs w:val="24"/>
          <w:lang w:val="en-US"/>
        </w:rPr>
      </w:pPr>
    </w:p>
    <w:p w14:paraId="4C9C86FA" w14:textId="36DA7C0F" w:rsidR="0085747A" w:rsidRPr="00A9460A" w:rsidRDefault="0085747A" w:rsidP="0034125F">
      <w:pPr>
        <w:pStyle w:val="Punktygwne"/>
        <w:spacing w:before="0" w:after="0"/>
        <w:rPr>
          <w:rFonts w:ascii="Corbel" w:hAnsi="Corbel"/>
          <w:szCs w:val="24"/>
        </w:rPr>
      </w:pPr>
      <w:r w:rsidRPr="00A9460A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A9460A" w:rsidSect="0085747A">
      <w:footerReference w:type="default" r:id="rId13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CF7EB0" w14:textId="77777777" w:rsidR="00AF59B3" w:rsidRDefault="00AF59B3" w:rsidP="00C16ABF">
      <w:pPr>
        <w:spacing w:after="0" w:line="240" w:lineRule="auto"/>
      </w:pPr>
      <w:r>
        <w:separator/>
      </w:r>
    </w:p>
  </w:endnote>
  <w:endnote w:type="continuationSeparator" w:id="0">
    <w:p w14:paraId="3D8BB818" w14:textId="77777777" w:rsidR="00AF59B3" w:rsidRDefault="00AF59B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39687335"/>
      <w:docPartObj>
        <w:docPartGallery w:val="Page Numbers (Bottom of Page)"/>
        <w:docPartUnique/>
      </w:docPartObj>
    </w:sdtPr>
    <w:sdtEndPr/>
    <w:sdtContent>
      <w:p w14:paraId="4997768D" w14:textId="2C8E1EE1" w:rsidR="0058149A" w:rsidRDefault="0058149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D205D">
          <w:rPr>
            <w:noProof/>
          </w:rPr>
          <w:t>4</w:t>
        </w:r>
        <w:r>
          <w:fldChar w:fldCharType="end"/>
        </w:r>
      </w:p>
    </w:sdtContent>
  </w:sdt>
  <w:p w14:paraId="52ABD829" w14:textId="77777777" w:rsidR="0058149A" w:rsidRDefault="0058149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31A03A" w14:textId="77777777" w:rsidR="00AF59B3" w:rsidRDefault="00AF59B3" w:rsidP="00C16ABF">
      <w:pPr>
        <w:spacing w:after="0" w:line="240" w:lineRule="auto"/>
      </w:pPr>
      <w:r>
        <w:separator/>
      </w:r>
    </w:p>
  </w:footnote>
  <w:footnote w:type="continuationSeparator" w:id="0">
    <w:p w14:paraId="0C61129C" w14:textId="77777777" w:rsidR="00AF59B3" w:rsidRDefault="00AF59B3" w:rsidP="00C16ABF">
      <w:pPr>
        <w:spacing w:after="0" w:line="240" w:lineRule="auto"/>
      </w:pPr>
      <w:r>
        <w:continuationSeparator/>
      </w:r>
    </w:p>
  </w:footnote>
  <w:footnote w:id="1">
    <w:p w14:paraId="35B9367B" w14:textId="77777777" w:rsidR="0058149A" w:rsidRDefault="0058149A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4945ECD"/>
    <w:multiLevelType w:val="hybridMultilevel"/>
    <w:tmpl w:val="31E45C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1F7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5AFF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66C18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144C0"/>
    <w:rsid w:val="00217236"/>
    <w:rsid w:val="0022477D"/>
    <w:rsid w:val="002278A9"/>
    <w:rsid w:val="002336F9"/>
    <w:rsid w:val="0024028F"/>
    <w:rsid w:val="00244ABC"/>
    <w:rsid w:val="00266588"/>
    <w:rsid w:val="00281FF2"/>
    <w:rsid w:val="002857DE"/>
    <w:rsid w:val="00291567"/>
    <w:rsid w:val="00296C53"/>
    <w:rsid w:val="002A22BF"/>
    <w:rsid w:val="002A2389"/>
    <w:rsid w:val="002A330C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07146"/>
    <w:rsid w:val="003151C5"/>
    <w:rsid w:val="003343CF"/>
    <w:rsid w:val="0034125F"/>
    <w:rsid w:val="00346FE9"/>
    <w:rsid w:val="0034759A"/>
    <w:rsid w:val="003503F6"/>
    <w:rsid w:val="003530DD"/>
    <w:rsid w:val="00363F78"/>
    <w:rsid w:val="003811AF"/>
    <w:rsid w:val="003A0A5B"/>
    <w:rsid w:val="003A1176"/>
    <w:rsid w:val="003A4230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256E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3F0E"/>
    <w:rsid w:val="0047598D"/>
    <w:rsid w:val="00475FE6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6297"/>
    <w:rsid w:val="00517C63"/>
    <w:rsid w:val="005363C4"/>
    <w:rsid w:val="00536BDE"/>
    <w:rsid w:val="00543ACC"/>
    <w:rsid w:val="0056696D"/>
    <w:rsid w:val="0058149A"/>
    <w:rsid w:val="0059484D"/>
    <w:rsid w:val="005A0855"/>
    <w:rsid w:val="005A3196"/>
    <w:rsid w:val="005C080F"/>
    <w:rsid w:val="005C55E5"/>
    <w:rsid w:val="005C696A"/>
    <w:rsid w:val="005E1AF2"/>
    <w:rsid w:val="005E6E85"/>
    <w:rsid w:val="005F2B8F"/>
    <w:rsid w:val="005F31D2"/>
    <w:rsid w:val="0061029B"/>
    <w:rsid w:val="00617230"/>
    <w:rsid w:val="00621CE1"/>
    <w:rsid w:val="00623D47"/>
    <w:rsid w:val="00625542"/>
    <w:rsid w:val="00627FC9"/>
    <w:rsid w:val="00647FA8"/>
    <w:rsid w:val="00650C5F"/>
    <w:rsid w:val="00654934"/>
    <w:rsid w:val="006620D9"/>
    <w:rsid w:val="00671958"/>
    <w:rsid w:val="00675843"/>
    <w:rsid w:val="00696477"/>
    <w:rsid w:val="006A3D4B"/>
    <w:rsid w:val="006D050F"/>
    <w:rsid w:val="006D6139"/>
    <w:rsid w:val="006E5D65"/>
    <w:rsid w:val="006F1282"/>
    <w:rsid w:val="006F1FBC"/>
    <w:rsid w:val="006F31E2"/>
    <w:rsid w:val="00706544"/>
    <w:rsid w:val="007072BA"/>
    <w:rsid w:val="0071001A"/>
    <w:rsid w:val="0071620A"/>
    <w:rsid w:val="007233D9"/>
    <w:rsid w:val="00724677"/>
    <w:rsid w:val="00725459"/>
    <w:rsid w:val="00731FC9"/>
    <w:rsid w:val="007327BD"/>
    <w:rsid w:val="00734608"/>
    <w:rsid w:val="00745302"/>
    <w:rsid w:val="007461D6"/>
    <w:rsid w:val="00746EC8"/>
    <w:rsid w:val="00763BF1"/>
    <w:rsid w:val="00766FD4"/>
    <w:rsid w:val="0077265E"/>
    <w:rsid w:val="0078168C"/>
    <w:rsid w:val="00787C2A"/>
    <w:rsid w:val="00790E27"/>
    <w:rsid w:val="007A4022"/>
    <w:rsid w:val="007A6E6E"/>
    <w:rsid w:val="007C3299"/>
    <w:rsid w:val="007C3BCC"/>
    <w:rsid w:val="007C3FC1"/>
    <w:rsid w:val="007C4546"/>
    <w:rsid w:val="007D6E56"/>
    <w:rsid w:val="007F4155"/>
    <w:rsid w:val="0081554D"/>
    <w:rsid w:val="0081707E"/>
    <w:rsid w:val="00820585"/>
    <w:rsid w:val="0082552D"/>
    <w:rsid w:val="008449B3"/>
    <w:rsid w:val="00844F60"/>
    <w:rsid w:val="0084626E"/>
    <w:rsid w:val="008552A2"/>
    <w:rsid w:val="0085747A"/>
    <w:rsid w:val="008737EA"/>
    <w:rsid w:val="00884922"/>
    <w:rsid w:val="00885F64"/>
    <w:rsid w:val="008917F9"/>
    <w:rsid w:val="008A45F7"/>
    <w:rsid w:val="008B50FA"/>
    <w:rsid w:val="008C0CC0"/>
    <w:rsid w:val="008C19A9"/>
    <w:rsid w:val="008C379D"/>
    <w:rsid w:val="008C5147"/>
    <w:rsid w:val="008C5359"/>
    <w:rsid w:val="008C5363"/>
    <w:rsid w:val="008D3DFB"/>
    <w:rsid w:val="008E64F4"/>
    <w:rsid w:val="008F0F64"/>
    <w:rsid w:val="008F12C9"/>
    <w:rsid w:val="008F6E29"/>
    <w:rsid w:val="00902AD8"/>
    <w:rsid w:val="00916188"/>
    <w:rsid w:val="00923D7D"/>
    <w:rsid w:val="00946039"/>
    <w:rsid w:val="009508DF"/>
    <w:rsid w:val="00950DAC"/>
    <w:rsid w:val="00954A07"/>
    <w:rsid w:val="00965173"/>
    <w:rsid w:val="00990DBE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79B"/>
    <w:rsid w:val="00A30110"/>
    <w:rsid w:val="00A36899"/>
    <w:rsid w:val="00A371F6"/>
    <w:rsid w:val="00A43BF6"/>
    <w:rsid w:val="00A53FA5"/>
    <w:rsid w:val="00A54817"/>
    <w:rsid w:val="00A601C8"/>
    <w:rsid w:val="00A6077E"/>
    <w:rsid w:val="00A60799"/>
    <w:rsid w:val="00A84C85"/>
    <w:rsid w:val="00A9460A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59B3"/>
    <w:rsid w:val="00B06142"/>
    <w:rsid w:val="00B135B1"/>
    <w:rsid w:val="00B3130B"/>
    <w:rsid w:val="00B40ADB"/>
    <w:rsid w:val="00B43B77"/>
    <w:rsid w:val="00B43E80"/>
    <w:rsid w:val="00B607DB"/>
    <w:rsid w:val="00B6595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5EF6"/>
    <w:rsid w:val="00C16ABF"/>
    <w:rsid w:val="00C170AE"/>
    <w:rsid w:val="00C26CB7"/>
    <w:rsid w:val="00C324C1"/>
    <w:rsid w:val="00C36992"/>
    <w:rsid w:val="00C55D82"/>
    <w:rsid w:val="00C56036"/>
    <w:rsid w:val="00C567CA"/>
    <w:rsid w:val="00C61DC5"/>
    <w:rsid w:val="00C67E92"/>
    <w:rsid w:val="00C70A26"/>
    <w:rsid w:val="00C766DF"/>
    <w:rsid w:val="00C90820"/>
    <w:rsid w:val="00C94B98"/>
    <w:rsid w:val="00CA2B96"/>
    <w:rsid w:val="00CA3E55"/>
    <w:rsid w:val="00CA5089"/>
    <w:rsid w:val="00CB37B5"/>
    <w:rsid w:val="00CD4599"/>
    <w:rsid w:val="00CD6897"/>
    <w:rsid w:val="00CE2A37"/>
    <w:rsid w:val="00CE5BAC"/>
    <w:rsid w:val="00CF25BE"/>
    <w:rsid w:val="00CF78ED"/>
    <w:rsid w:val="00D02B25"/>
    <w:rsid w:val="00D02EBA"/>
    <w:rsid w:val="00D17C3C"/>
    <w:rsid w:val="00D26B2C"/>
    <w:rsid w:val="00D342C2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450B"/>
    <w:rsid w:val="00DD205D"/>
    <w:rsid w:val="00DD61A1"/>
    <w:rsid w:val="00DE09C0"/>
    <w:rsid w:val="00DE4A14"/>
    <w:rsid w:val="00DF320D"/>
    <w:rsid w:val="00DF4F79"/>
    <w:rsid w:val="00DF71C8"/>
    <w:rsid w:val="00E0031F"/>
    <w:rsid w:val="00E045C1"/>
    <w:rsid w:val="00E129B8"/>
    <w:rsid w:val="00E21E7D"/>
    <w:rsid w:val="00E22FBC"/>
    <w:rsid w:val="00E24BF5"/>
    <w:rsid w:val="00E25338"/>
    <w:rsid w:val="00E40DA4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1874"/>
    <w:rsid w:val="00EC4899"/>
    <w:rsid w:val="00ED03AB"/>
    <w:rsid w:val="00ED32D2"/>
    <w:rsid w:val="00EE32DE"/>
    <w:rsid w:val="00EE5457"/>
    <w:rsid w:val="00F070AB"/>
    <w:rsid w:val="00F17567"/>
    <w:rsid w:val="00F26104"/>
    <w:rsid w:val="00F27A7B"/>
    <w:rsid w:val="00F526AF"/>
    <w:rsid w:val="00F53911"/>
    <w:rsid w:val="00F53D02"/>
    <w:rsid w:val="00F617C3"/>
    <w:rsid w:val="00F66C6A"/>
    <w:rsid w:val="00F7066B"/>
    <w:rsid w:val="00F83B28"/>
    <w:rsid w:val="00F94E3F"/>
    <w:rsid w:val="00F974DA"/>
    <w:rsid w:val="00FA46E5"/>
    <w:rsid w:val="00FB7DBA"/>
    <w:rsid w:val="00FC1C25"/>
    <w:rsid w:val="00FC3F45"/>
    <w:rsid w:val="00FD503F"/>
    <w:rsid w:val="00FD7589"/>
    <w:rsid w:val="00FE658F"/>
    <w:rsid w:val="00FF0118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F38F5"/>
  <w15:docId w15:val="{5B9EB04B-AAF5-4F03-89AB-1066BB330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owatorskiemetodypracysocjalnejszkolenie.mpips.gov.pl/pliki/98/30_Doskonalenia%20komunikacji.pdf" TargetMode="External"/><Relationship Id="rId13" Type="http://schemas.openxmlformats.org/officeDocument/2006/relationships/footer" Target="footer1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nowatorskiemetodypracysocjalnej-szkolenie.mpips.gov.pl/publikacje.html" TargetMode="Externa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epot.ceon.pl/bitstream/handle/123456789/2580/Micha%20%20Szyszka%20Kszta%20towanie%20wizerunku%20instytucji%20pomocy%20spo%20ecznej.pdf?sequence=1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pulib.sk/web/kniznica/elpub/dokument/Husar8/subor/Pokrzywa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nowatorskiemetodypracysocjalnejszkolenie.mpips.gov.pl/pliki/98/30_Doskonalenia%20komunikacji.pdf" TargetMode="Externa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4C128E6-28BF-40FF-AB95-EC9CD16FC0D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40742D7-B2D3-4B20-9DEF-3186213EDFF3}"/>
</file>

<file path=customXml/itemProps3.xml><?xml version="1.0" encoding="utf-8"?>
<ds:datastoreItem xmlns:ds="http://schemas.openxmlformats.org/officeDocument/2006/customXml" ds:itemID="{54A7B532-DB7D-4C52-AFAE-6AF8BAD69B1B}"/>
</file>

<file path=customXml/itemProps4.xml><?xml version="1.0" encoding="utf-8"?>
<ds:datastoreItem xmlns:ds="http://schemas.openxmlformats.org/officeDocument/2006/customXml" ds:itemID="{D48D36DF-C6C3-40DB-B056-291E05F2FD02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4</Pages>
  <Words>989</Words>
  <Characters>5938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Użytkownik systemu Windows</cp:lastModifiedBy>
  <cp:revision>6</cp:revision>
  <cp:lastPrinted>2019-02-06T12:12:00Z</cp:lastPrinted>
  <dcterms:created xsi:type="dcterms:W3CDTF">2021-09-30T21:41:00Z</dcterms:created>
  <dcterms:modified xsi:type="dcterms:W3CDTF">2021-10-02T12:01:00Z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